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7F640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F640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7F6401">
        <w:rPr>
          <w:rFonts w:ascii="Corbel" w:hAnsi="Corbel"/>
          <w:b/>
          <w:bCs/>
          <w:sz w:val="24"/>
          <w:szCs w:val="24"/>
        </w:rPr>
        <w:tab/>
      </w:r>
      <w:r w:rsidR="00CD6897" w:rsidRPr="007F6401">
        <w:rPr>
          <w:rFonts w:ascii="Corbel" w:hAnsi="Corbel"/>
          <w:b/>
          <w:bCs/>
          <w:sz w:val="24"/>
          <w:szCs w:val="24"/>
        </w:rPr>
        <w:tab/>
      </w:r>
      <w:r w:rsidR="00CD6897" w:rsidRPr="007F6401">
        <w:rPr>
          <w:rFonts w:ascii="Corbel" w:hAnsi="Corbel"/>
          <w:b/>
          <w:bCs/>
          <w:sz w:val="24"/>
          <w:szCs w:val="24"/>
        </w:rPr>
        <w:tab/>
      </w:r>
      <w:r w:rsidR="00CD6897" w:rsidRPr="007F6401">
        <w:rPr>
          <w:rFonts w:ascii="Corbel" w:hAnsi="Corbel"/>
          <w:b/>
          <w:bCs/>
          <w:sz w:val="24"/>
          <w:szCs w:val="24"/>
        </w:rPr>
        <w:tab/>
      </w:r>
      <w:r w:rsidR="00CD6897" w:rsidRPr="007F6401">
        <w:rPr>
          <w:rFonts w:ascii="Corbel" w:hAnsi="Corbel"/>
          <w:b/>
          <w:bCs/>
          <w:sz w:val="24"/>
          <w:szCs w:val="24"/>
        </w:rPr>
        <w:tab/>
      </w:r>
      <w:r w:rsidR="00CD6897" w:rsidRPr="007F6401">
        <w:rPr>
          <w:rFonts w:ascii="Corbel" w:hAnsi="Corbel"/>
          <w:b/>
          <w:bCs/>
          <w:sz w:val="24"/>
          <w:szCs w:val="24"/>
        </w:rPr>
        <w:tab/>
      </w:r>
      <w:r w:rsidR="00D8678B" w:rsidRPr="007F640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F6401">
        <w:rPr>
          <w:rFonts w:ascii="Corbel" w:hAnsi="Corbel"/>
          <w:bCs/>
          <w:i/>
          <w:sz w:val="24"/>
          <w:szCs w:val="24"/>
        </w:rPr>
        <w:t>1.5</w:t>
      </w:r>
      <w:r w:rsidR="00D8678B" w:rsidRPr="007F640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F640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7F6401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F6401">
        <w:rPr>
          <w:rFonts w:ascii="Corbel" w:hAnsi="Corbel"/>
          <w:bCs/>
          <w:i/>
          <w:sz w:val="24"/>
          <w:szCs w:val="24"/>
        </w:rPr>
        <w:t>12/2019</w:t>
      </w:r>
    </w:p>
    <w:p w14:paraId="2C327FE0" w14:textId="77777777" w:rsidR="0085747A" w:rsidRPr="007F640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F6401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4367A01C" w:rsidR="0085747A" w:rsidRPr="007F640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F640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F6401">
        <w:rPr>
          <w:rFonts w:ascii="Corbel" w:hAnsi="Corbel"/>
          <w:b/>
          <w:smallCaps/>
          <w:sz w:val="24"/>
          <w:szCs w:val="24"/>
        </w:rPr>
        <w:t xml:space="preserve"> </w:t>
      </w:r>
      <w:r w:rsidR="00A3763B" w:rsidRPr="007F6401">
        <w:rPr>
          <w:rFonts w:ascii="Corbel" w:hAnsi="Corbel"/>
          <w:b/>
          <w:smallCaps/>
          <w:sz w:val="24"/>
          <w:szCs w:val="24"/>
        </w:rPr>
        <w:t xml:space="preserve">    </w:t>
      </w:r>
      <w:r w:rsidR="00A3763B" w:rsidRPr="007F6401">
        <w:rPr>
          <w:rFonts w:ascii="Corbel" w:hAnsi="Corbel"/>
          <w:i/>
          <w:smallCaps/>
          <w:sz w:val="24"/>
          <w:szCs w:val="24"/>
        </w:rPr>
        <w:t xml:space="preserve">2019 – 2022 </w:t>
      </w:r>
    </w:p>
    <w:p w14:paraId="19345D10" w14:textId="77777777" w:rsidR="0085747A" w:rsidRPr="007F6401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F640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F6401">
        <w:rPr>
          <w:rFonts w:ascii="Corbel" w:hAnsi="Corbel"/>
          <w:i/>
          <w:sz w:val="24"/>
          <w:szCs w:val="24"/>
        </w:rPr>
        <w:t>(skrajne daty</w:t>
      </w:r>
      <w:r w:rsidR="0085747A" w:rsidRPr="007F6401">
        <w:rPr>
          <w:rFonts w:ascii="Corbel" w:hAnsi="Corbel"/>
          <w:sz w:val="24"/>
          <w:szCs w:val="24"/>
        </w:rPr>
        <w:t>)</w:t>
      </w:r>
    </w:p>
    <w:p w14:paraId="08E2F2DA" w14:textId="2D580826" w:rsidR="00445970" w:rsidRPr="007F640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F6401">
        <w:rPr>
          <w:rFonts w:ascii="Corbel" w:hAnsi="Corbel"/>
          <w:sz w:val="24"/>
          <w:szCs w:val="24"/>
        </w:rPr>
        <w:tab/>
      </w:r>
      <w:r w:rsidRPr="007F6401">
        <w:rPr>
          <w:rFonts w:ascii="Corbel" w:hAnsi="Corbel"/>
          <w:sz w:val="24"/>
          <w:szCs w:val="24"/>
        </w:rPr>
        <w:tab/>
      </w:r>
      <w:r w:rsidRPr="007F6401">
        <w:rPr>
          <w:rFonts w:ascii="Corbel" w:hAnsi="Corbel"/>
          <w:sz w:val="24"/>
          <w:szCs w:val="24"/>
        </w:rPr>
        <w:tab/>
      </w:r>
      <w:r w:rsidRPr="007F6401">
        <w:rPr>
          <w:rFonts w:ascii="Corbel" w:hAnsi="Corbel"/>
          <w:sz w:val="24"/>
          <w:szCs w:val="24"/>
        </w:rPr>
        <w:tab/>
        <w:t xml:space="preserve">Rok akademicki   </w:t>
      </w:r>
      <w:r w:rsidR="00A3763B" w:rsidRPr="007F6401">
        <w:rPr>
          <w:rFonts w:ascii="Corbel" w:hAnsi="Corbel"/>
          <w:b/>
          <w:sz w:val="24"/>
          <w:szCs w:val="24"/>
        </w:rPr>
        <w:t>2019-2020</w:t>
      </w:r>
    </w:p>
    <w:p w14:paraId="058B45FA" w14:textId="77777777" w:rsidR="0085747A" w:rsidRPr="007F64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7F640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F6401">
        <w:rPr>
          <w:rFonts w:ascii="Corbel" w:hAnsi="Corbel"/>
          <w:szCs w:val="24"/>
        </w:rPr>
        <w:t xml:space="preserve">1. </w:t>
      </w:r>
      <w:r w:rsidR="0085747A" w:rsidRPr="007F6401">
        <w:rPr>
          <w:rFonts w:ascii="Corbel" w:hAnsi="Corbel"/>
          <w:szCs w:val="24"/>
        </w:rPr>
        <w:t xml:space="preserve">Podstawowe </w:t>
      </w:r>
      <w:r w:rsidR="00445970" w:rsidRPr="007F640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F6401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7F640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5872C969" w:rsidR="0085747A" w:rsidRPr="007F6401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>Wprowadzenie do pedagogiki</w:t>
            </w:r>
          </w:p>
        </w:tc>
      </w:tr>
      <w:tr w:rsidR="0085747A" w:rsidRPr="007F6401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7F640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F64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7F640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7F6401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7F640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F640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2025661E" w:rsidR="0085747A" w:rsidRPr="007F6401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F6401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7F64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71D33026" w:rsidR="0085747A" w:rsidRPr="007F6401" w:rsidRDefault="007F64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7F6401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7F64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26E20236" w:rsidR="0085747A" w:rsidRPr="007F6401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7F6401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7F640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993BBA0" w:rsidR="0085747A" w:rsidRPr="007F640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7F6401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7F64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6D556858" w:rsidR="0085747A" w:rsidRPr="007F640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3763B" w:rsidRPr="007F640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7F6401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7F64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6A02C15" w:rsidR="0085747A" w:rsidRPr="007F640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3763B" w:rsidRPr="007F640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F6401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7F64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F6401">
              <w:rPr>
                <w:rFonts w:ascii="Corbel" w:hAnsi="Corbel"/>
                <w:sz w:val="24"/>
                <w:szCs w:val="24"/>
              </w:rPr>
              <w:t>/y</w:t>
            </w:r>
            <w:r w:rsidRPr="007F640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05C38417" w:rsidR="0085747A" w:rsidRPr="007F6401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 xml:space="preserve">Rok I, semestr </w:t>
            </w:r>
            <w:r w:rsidR="000E0DEA" w:rsidRPr="007F6401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7F6401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7F64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2F6ADE78" w:rsidR="0085747A" w:rsidRPr="007F640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A3763B" w:rsidRPr="007F6401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7F6401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7F640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B8114B" w:rsidR="00923D7D" w:rsidRPr="007F640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3763B" w:rsidRPr="007F640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7F6401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7F64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6BDC342D" w:rsidR="0085747A" w:rsidRPr="007F640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3763B" w:rsidRPr="007F6401">
              <w:rPr>
                <w:rFonts w:ascii="Corbel" w:hAnsi="Corbel"/>
                <w:b w:val="0"/>
                <w:sz w:val="24"/>
                <w:szCs w:val="24"/>
              </w:rPr>
              <w:t xml:space="preserve">r hab. Wojciech </w:t>
            </w:r>
            <w:proofErr w:type="spellStart"/>
            <w:r w:rsidR="00A3763B" w:rsidRPr="007F6401"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 w:rsidR="00A3763B" w:rsidRPr="007F6401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7F6401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7F64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62D4220C" w:rsidR="0085747A" w:rsidRPr="007F6401" w:rsidRDefault="00722B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</w:tbl>
    <w:p w14:paraId="48237B9F" w14:textId="77777777" w:rsidR="0085747A" w:rsidRPr="007F640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F6401">
        <w:rPr>
          <w:rFonts w:ascii="Corbel" w:hAnsi="Corbel"/>
          <w:sz w:val="24"/>
          <w:szCs w:val="24"/>
        </w:rPr>
        <w:t xml:space="preserve">* </w:t>
      </w:r>
      <w:r w:rsidRPr="007F6401">
        <w:rPr>
          <w:rFonts w:ascii="Corbel" w:hAnsi="Corbel"/>
          <w:i/>
          <w:sz w:val="24"/>
          <w:szCs w:val="24"/>
        </w:rPr>
        <w:t>-</w:t>
      </w:r>
      <w:r w:rsidR="00B90885" w:rsidRPr="007F640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F6401">
        <w:rPr>
          <w:rFonts w:ascii="Corbel" w:hAnsi="Corbel"/>
          <w:b w:val="0"/>
          <w:sz w:val="24"/>
          <w:szCs w:val="24"/>
        </w:rPr>
        <w:t>e,</w:t>
      </w:r>
      <w:r w:rsidRPr="007F6401">
        <w:rPr>
          <w:rFonts w:ascii="Corbel" w:hAnsi="Corbel"/>
          <w:i/>
          <w:sz w:val="24"/>
          <w:szCs w:val="24"/>
        </w:rPr>
        <w:t xml:space="preserve"> </w:t>
      </w:r>
      <w:r w:rsidRPr="007F640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F6401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7F64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7F640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F6401">
        <w:rPr>
          <w:rFonts w:ascii="Corbel" w:hAnsi="Corbel"/>
          <w:sz w:val="24"/>
          <w:szCs w:val="24"/>
        </w:rPr>
        <w:t>1.</w:t>
      </w:r>
      <w:r w:rsidR="00E22FBC" w:rsidRPr="007F6401">
        <w:rPr>
          <w:rFonts w:ascii="Corbel" w:hAnsi="Corbel"/>
          <w:sz w:val="24"/>
          <w:szCs w:val="24"/>
        </w:rPr>
        <w:t>1</w:t>
      </w:r>
      <w:r w:rsidRPr="007F640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7F64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F6401" w14:paraId="1327BB1B" w14:textId="77777777" w:rsidTr="00A3763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Pr="007F64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6401"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7F640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6401">
              <w:rPr>
                <w:rFonts w:ascii="Corbel" w:hAnsi="Corbel"/>
                <w:szCs w:val="24"/>
              </w:rPr>
              <w:t>(</w:t>
            </w:r>
            <w:r w:rsidR="00363F78" w:rsidRPr="007F640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7F64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6401">
              <w:rPr>
                <w:rFonts w:ascii="Corbel" w:hAnsi="Corbel"/>
                <w:szCs w:val="24"/>
              </w:rPr>
              <w:t>Wykł</w:t>
            </w:r>
            <w:proofErr w:type="spellEnd"/>
            <w:r w:rsidRPr="007F64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7F64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64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7F64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6401">
              <w:rPr>
                <w:rFonts w:ascii="Corbel" w:hAnsi="Corbel"/>
                <w:szCs w:val="24"/>
              </w:rPr>
              <w:t>Konw</w:t>
            </w:r>
            <w:proofErr w:type="spellEnd"/>
            <w:r w:rsidRPr="007F64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7F64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64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7F64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6401">
              <w:rPr>
                <w:rFonts w:ascii="Corbel" w:hAnsi="Corbel"/>
                <w:szCs w:val="24"/>
              </w:rPr>
              <w:t>Sem</w:t>
            </w:r>
            <w:proofErr w:type="spellEnd"/>
            <w:r w:rsidRPr="007F64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7F64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64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7F64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6401">
              <w:rPr>
                <w:rFonts w:ascii="Corbel" w:hAnsi="Corbel"/>
                <w:szCs w:val="24"/>
              </w:rPr>
              <w:t>Prakt</w:t>
            </w:r>
            <w:proofErr w:type="spellEnd"/>
            <w:r w:rsidRPr="007F64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7F64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64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7F64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F6401">
              <w:rPr>
                <w:rFonts w:ascii="Corbel" w:hAnsi="Corbel"/>
                <w:b/>
                <w:szCs w:val="24"/>
              </w:rPr>
              <w:t>Liczba pkt</w:t>
            </w:r>
            <w:r w:rsidR="00B90885" w:rsidRPr="007F6401">
              <w:rPr>
                <w:rFonts w:ascii="Corbel" w:hAnsi="Corbel"/>
                <w:b/>
                <w:szCs w:val="24"/>
              </w:rPr>
              <w:t>.</w:t>
            </w:r>
            <w:r w:rsidRPr="007F640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F6401" w14:paraId="69FEC586" w14:textId="77777777" w:rsidTr="00A3763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53C5DB0E" w:rsidR="00015B8F" w:rsidRPr="007F6401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24547588" w:rsidR="00015B8F" w:rsidRPr="007F6401" w:rsidRDefault="00FB1B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00810C77" w:rsidR="00015B8F" w:rsidRPr="007F6401" w:rsidRDefault="00FB1B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7F64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7F64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7F64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7F64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7F64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7F64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6C297CE7" w:rsidR="00015B8F" w:rsidRPr="007F6401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52181E" w14:textId="77777777" w:rsidR="00923D7D" w:rsidRPr="007F640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7F640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7F640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F6401">
        <w:rPr>
          <w:rFonts w:ascii="Corbel" w:hAnsi="Corbel"/>
          <w:smallCaps w:val="0"/>
          <w:szCs w:val="24"/>
        </w:rPr>
        <w:t>1.</w:t>
      </w:r>
      <w:r w:rsidR="00E22FBC" w:rsidRPr="007F6401">
        <w:rPr>
          <w:rFonts w:ascii="Corbel" w:hAnsi="Corbel"/>
          <w:smallCaps w:val="0"/>
          <w:szCs w:val="24"/>
        </w:rPr>
        <w:t>2</w:t>
      </w:r>
      <w:r w:rsidR="00F83B28" w:rsidRPr="007F6401">
        <w:rPr>
          <w:rFonts w:ascii="Corbel" w:hAnsi="Corbel"/>
          <w:smallCaps w:val="0"/>
          <w:szCs w:val="24"/>
        </w:rPr>
        <w:t>.</w:t>
      </w:r>
      <w:r w:rsidR="00F83B28" w:rsidRPr="007F6401">
        <w:rPr>
          <w:rFonts w:ascii="Corbel" w:hAnsi="Corbel"/>
          <w:smallCaps w:val="0"/>
          <w:szCs w:val="24"/>
        </w:rPr>
        <w:tab/>
      </w:r>
      <w:r w:rsidRPr="007F6401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46426ECF" w:rsidR="0085747A" w:rsidRPr="007F6401" w:rsidRDefault="00A3763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F6401">
        <w:rPr>
          <w:rFonts w:ascii="Corbel" w:eastAsia="MS Gothic" w:hAnsi="Corbel" w:cs="MS Gothic"/>
          <w:b w:val="0"/>
          <w:szCs w:val="24"/>
        </w:rPr>
        <w:t>×</w:t>
      </w:r>
      <w:r w:rsidR="0085747A" w:rsidRPr="007F640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7F640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F6401">
        <w:rPr>
          <w:rFonts w:ascii="MS Gothic" w:eastAsia="MS Gothic" w:hAnsi="MS Gothic" w:cs="MS Gothic" w:hint="eastAsia"/>
          <w:b w:val="0"/>
          <w:szCs w:val="24"/>
        </w:rPr>
        <w:t>☐</w:t>
      </w:r>
      <w:r w:rsidRPr="007F64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7F640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7F640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6401">
        <w:rPr>
          <w:rFonts w:ascii="Corbel" w:hAnsi="Corbel"/>
          <w:smallCaps w:val="0"/>
          <w:szCs w:val="24"/>
        </w:rPr>
        <w:t xml:space="preserve">1.3 </w:t>
      </w:r>
      <w:r w:rsidR="00F83B28" w:rsidRPr="007F6401">
        <w:rPr>
          <w:rFonts w:ascii="Corbel" w:hAnsi="Corbel"/>
          <w:smallCaps w:val="0"/>
          <w:szCs w:val="24"/>
        </w:rPr>
        <w:tab/>
      </w:r>
      <w:r w:rsidRPr="007F6401">
        <w:rPr>
          <w:rFonts w:ascii="Corbel" w:hAnsi="Corbel"/>
          <w:smallCaps w:val="0"/>
          <w:szCs w:val="24"/>
        </w:rPr>
        <w:t>For</w:t>
      </w:r>
      <w:r w:rsidR="00445970" w:rsidRPr="007F6401">
        <w:rPr>
          <w:rFonts w:ascii="Corbel" w:hAnsi="Corbel"/>
          <w:smallCaps w:val="0"/>
          <w:szCs w:val="24"/>
        </w:rPr>
        <w:t xml:space="preserve">ma zaliczenia przedmiotu </w:t>
      </w:r>
      <w:r w:rsidRPr="007F6401">
        <w:rPr>
          <w:rFonts w:ascii="Corbel" w:hAnsi="Corbel"/>
          <w:smallCaps w:val="0"/>
          <w:szCs w:val="24"/>
        </w:rPr>
        <w:t xml:space="preserve"> (z toku) </w:t>
      </w:r>
      <w:r w:rsidRPr="007F640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6DCFB6DF" w:rsidR="009C54AE" w:rsidRPr="007F6401" w:rsidRDefault="00A3763B" w:rsidP="009C54AE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F6401">
        <w:rPr>
          <w:rFonts w:ascii="Corbel" w:hAnsi="Corbel"/>
          <w:bCs/>
          <w:smallCaps w:val="0"/>
          <w:szCs w:val="24"/>
        </w:rPr>
        <w:t>Egzamin, zaliczenie z oceną</w:t>
      </w:r>
    </w:p>
    <w:p w14:paraId="45B321C5" w14:textId="77777777" w:rsidR="00E960BB" w:rsidRPr="007F6401" w:rsidRDefault="00E960BB" w:rsidP="009C54AE">
      <w:pPr>
        <w:pStyle w:val="Punktygwne"/>
        <w:spacing w:before="0" w:after="0"/>
        <w:rPr>
          <w:rFonts w:ascii="Corbel" w:hAnsi="Corbel"/>
          <w:bCs/>
          <w:szCs w:val="24"/>
        </w:rPr>
      </w:pPr>
    </w:p>
    <w:p w14:paraId="042353A5" w14:textId="77777777" w:rsidR="00E960BB" w:rsidRPr="007F64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F64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F6401" w14:paraId="12E6A1E9" w14:textId="77777777" w:rsidTr="00745302">
        <w:tc>
          <w:tcPr>
            <w:tcW w:w="9670" w:type="dxa"/>
          </w:tcPr>
          <w:p w14:paraId="443A7D53" w14:textId="2CC5056B" w:rsidR="0085747A" w:rsidRPr="007F6401" w:rsidRDefault="004A5F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uwagi na to, iż jest to przedmiot realizowany w pierwszym semestrze, od studenta wymaga się jedynie umiejętności i kompetencji poświadczonych egzaminem maturalnym.</w:t>
            </w:r>
          </w:p>
        </w:tc>
      </w:tr>
    </w:tbl>
    <w:p w14:paraId="34DE296F" w14:textId="77777777" w:rsidR="00153C41" w:rsidRPr="007F640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7F640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F6401">
        <w:rPr>
          <w:rFonts w:ascii="Corbel" w:hAnsi="Corbel"/>
          <w:szCs w:val="24"/>
        </w:rPr>
        <w:t>3.</w:t>
      </w:r>
      <w:r w:rsidR="0085747A" w:rsidRPr="007F6401">
        <w:rPr>
          <w:rFonts w:ascii="Corbel" w:hAnsi="Corbel"/>
          <w:szCs w:val="24"/>
        </w:rPr>
        <w:t xml:space="preserve"> </w:t>
      </w:r>
      <w:r w:rsidR="00A84C85" w:rsidRPr="007F6401">
        <w:rPr>
          <w:rFonts w:ascii="Corbel" w:hAnsi="Corbel"/>
          <w:szCs w:val="24"/>
        </w:rPr>
        <w:t>cele, efekty uczenia się</w:t>
      </w:r>
      <w:r w:rsidR="0085747A" w:rsidRPr="007F6401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7F64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Pr="007F640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F6401">
        <w:rPr>
          <w:rFonts w:ascii="Corbel" w:hAnsi="Corbel"/>
          <w:sz w:val="24"/>
          <w:szCs w:val="24"/>
        </w:rPr>
        <w:t xml:space="preserve">3.1 </w:t>
      </w:r>
      <w:r w:rsidR="00C05F44" w:rsidRPr="007F6401">
        <w:rPr>
          <w:rFonts w:ascii="Corbel" w:hAnsi="Corbel"/>
          <w:sz w:val="24"/>
          <w:szCs w:val="24"/>
        </w:rPr>
        <w:t>Cele przedmiotu</w:t>
      </w:r>
    </w:p>
    <w:p w14:paraId="73F29B8F" w14:textId="79CA8F5D" w:rsidR="00F83B28" w:rsidRPr="007F640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7F6401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7F640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584D9E78" w:rsidR="0085747A" w:rsidRPr="007F6401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267C6A" w:rsidRPr="007F6401">
              <w:rPr>
                <w:rFonts w:ascii="Corbel" w:hAnsi="Corbel"/>
                <w:b w:val="0"/>
                <w:sz w:val="24"/>
                <w:szCs w:val="24"/>
              </w:rPr>
              <w:t>aznajomienie się z</w:t>
            </w:r>
            <w:r w:rsidR="003A1F59" w:rsidRPr="007F6401">
              <w:rPr>
                <w:rFonts w:ascii="Corbel" w:hAnsi="Corbel"/>
                <w:b w:val="0"/>
                <w:sz w:val="24"/>
                <w:szCs w:val="24"/>
              </w:rPr>
              <w:t xml:space="preserve"> dylemat</w:t>
            </w:r>
            <w:r w:rsidR="00267C6A" w:rsidRPr="007F6401"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3A1F59" w:rsidRPr="007F6401">
              <w:rPr>
                <w:rFonts w:ascii="Corbel" w:hAnsi="Corbel"/>
                <w:b w:val="0"/>
                <w:sz w:val="24"/>
                <w:szCs w:val="24"/>
              </w:rPr>
              <w:t xml:space="preserve"> wokół interpretowania podstawowych pojęć pedagogiki</w:t>
            </w:r>
          </w:p>
        </w:tc>
      </w:tr>
      <w:tr w:rsidR="0085747A" w:rsidRPr="007F6401" w14:paraId="6A88AE9D" w14:textId="77777777" w:rsidTr="00923D7D">
        <w:tc>
          <w:tcPr>
            <w:tcW w:w="851" w:type="dxa"/>
            <w:vAlign w:val="center"/>
          </w:tcPr>
          <w:p w14:paraId="53E01975" w14:textId="4F490D86" w:rsidR="0085747A" w:rsidRPr="007F6401" w:rsidRDefault="003A1F5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494502E9" w:rsidR="0085747A" w:rsidRPr="007F6401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>Poznanie</w:t>
            </w:r>
            <w:r w:rsidR="003A1F59" w:rsidRPr="007F6401">
              <w:rPr>
                <w:rFonts w:ascii="Corbel" w:hAnsi="Corbel"/>
                <w:b w:val="0"/>
                <w:sz w:val="24"/>
                <w:szCs w:val="24"/>
              </w:rPr>
              <w:t xml:space="preserve"> przedmiot</w:t>
            </w:r>
            <w:r w:rsidRPr="007F6401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3A1F59" w:rsidRPr="007F6401">
              <w:rPr>
                <w:rFonts w:ascii="Corbel" w:hAnsi="Corbel"/>
                <w:b w:val="0"/>
                <w:sz w:val="24"/>
                <w:szCs w:val="24"/>
              </w:rPr>
              <w:t xml:space="preserve"> badań pedagogiki, jego przemian na </w:t>
            </w:r>
            <w:r w:rsidR="00EE48B0" w:rsidRPr="007F6401">
              <w:rPr>
                <w:rFonts w:ascii="Corbel" w:hAnsi="Corbel"/>
                <w:b w:val="0"/>
                <w:sz w:val="24"/>
                <w:szCs w:val="24"/>
              </w:rPr>
              <w:t>przestrzeni lat (w powiązaniu z </w:t>
            </w:r>
            <w:r w:rsidR="003A1F59" w:rsidRPr="007F6401">
              <w:rPr>
                <w:rFonts w:ascii="Corbel" w:hAnsi="Corbel"/>
                <w:b w:val="0"/>
                <w:sz w:val="24"/>
                <w:szCs w:val="24"/>
              </w:rPr>
              <w:t>rozwojem pedagogiki jako nauki i nauk pokrewnych), jej funkcj</w:t>
            </w:r>
            <w:r w:rsidRPr="007F640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A1F59" w:rsidRPr="007F6401">
              <w:rPr>
                <w:rFonts w:ascii="Corbel" w:hAnsi="Corbel"/>
                <w:b w:val="0"/>
                <w:sz w:val="24"/>
                <w:szCs w:val="24"/>
              </w:rPr>
              <w:t xml:space="preserve"> oraz związk</w:t>
            </w:r>
            <w:r w:rsidRPr="007F6401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3A1F59" w:rsidRPr="007F6401">
              <w:rPr>
                <w:rFonts w:ascii="Corbel" w:hAnsi="Corbel"/>
                <w:b w:val="0"/>
                <w:sz w:val="24"/>
                <w:szCs w:val="24"/>
              </w:rPr>
              <w:t xml:space="preserve"> pedagogiki z innymi naukami;</w:t>
            </w:r>
          </w:p>
        </w:tc>
      </w:tr>
      <w:tr w:rsidR="0085747A" w:rsidRPr="007F6401" w14:paraId="52323540" w14:textId="77777777" w:rsidTr="00923D7D">
        <w:tc>
          <w:tcPr>
            <w:tcW w:w="851" w:type="dxa"/>
            <w:vAlign w:val="center"/>
          </w:tcPr>
          <w:p w14:paraId="189FBA2B" w14:textId="4597BDB9" w:rsidR="0085747A" w:rsidRPr="007F6401" w:rsidRDefault="00223E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7B51E151" w:rsidR="0085747A" w:rsidRPr="007F6401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>Dostrzeżenie</w:t>
            </w:r>
            <w:r w:rsidR="003A1F59" w:rsidRPr="007F6401">
              <w:rPr>
                <w:rFonts w:ascii="Corbel" w:hAnsi="Corbel"/>
                <w:b w:val="0"/>
                <w:sz w:val="24"/>
                <w:szCs w:val="24"/>
              </w:rPr>
              <w:t xml:space="preserve"> paradygm</w:t>
            </w:r>
            <w:r w:rsidR="00223ECB" w:rsidRPr="007F6401">
              <w:rPr>
                <w:rFonts w:ascii="Corbel" w:hAnsi="Corbel"/>
                <w:b w:val="0"/>
                <w:sz w:val="24"/>
                <w:szCs w:val="24"/>
              </w:rPr>
              <w:t>atycznoś</w:t>
            </w:r>
            <w:r w:rsidRPr="007F6401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="00223ECB" w:rsidRPr="007F6401">
              <w:rPr>
                <w:rFonts w:ascii="Corbel" w:hAnsi="Corbel"/>
                <w:b w:val="0"/>
                <w:sz w:val="24"/>
                <w:szCs w:val="24"/>
              </w:rPr>
              <w:t xml:space="preserve"> pedagogiki jako nauki</w:t>
            </w:r>
            <w:r w:rsidR="00475F5A" w:rsidRPr="007F6401"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  <w:tr w:rsidR="003A1F59" w:rsidRPr="007F6401" w14:paraId="5AD8F39A" w14:textId="77777777" w:rsidTr="00923D7D">
        <w:tc>
          <w:tcPr>
            <w:tcW w:w="851" w:type="dxa"/>
            <w:vAlign w:val="center"/>
          </w:tcPr>
          <w:p w14:paraId="68B9679E" w14:textId="778E54E6" w:rsidR="003A1F59" w:rsidRPr="007F6401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BC90BDD" w14:textId="0476DBDE" w:rsidR="003A1F59" w:rsidRPr="007F6401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 xml:space="preserve">Poznanie </w:t>
            </w:r>
            <w:r w:rsidR="00223ECB" w:rsidRPr="007F6401">
              <w:rPr>
                <w:rFonts w:ascii="Corbel" w:hAnsi="Corbel"/>
                <w:b w:val="0"/>
                <w:sz w:val="24"/>
                <w:szCs w:val="24"/>
              </w:rPr>
              <w:t xml:space="preserve"> podstaw metodologii badań pedagogicznych</w:t>
            </w:r>
            <w:r w:rsidR="00475F5A" w:rsidRPr="007F6401"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  <w:tr w:rsidR="003A1F59" w:rsidRPr="007F6401" w14:paraId="7FF663EB" w14:textId="77777777" w:rsidTr="00923D7D">
        <w:tc>
          <w:tcPr>
            <w:tcW w:w="851" w:type="dxa"/>
            <w:vAlign w:val="center"/>
          </w:tcPr>
          <w:p w14:paraId="4291B2E0" w14:textId="3C5EDBBD" w:rsidR="003A1F59" w:rsidRPr="007F6401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A880A0C" w14:textId="721ABA31" w:rsidR="003A1F59" w:rsidRPr="007F6401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>Poznanie</w:t>
            </w:r>
            <w:r w:rsidR="00223ECB" w:rsidRPr="007F6401">
              <w:rPr>
                <w:rFonts w:ascii="Corbel" w:hAnsi="Corbel"/>
                <w:b w:val="0"/>
                <w:sz w:val="24"/>
                <w:szCs w:val="24"/>
              </w:rPr>
              <w:t xml:space="preserve"> wybran</w:t>
            </w:r>
            <w:r w:rsidRPr="007F6401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223ECB" w:rsidRPr="007F6401">
              <w:rPr>
                <w:rFonts w:ascii="Corbel" w:hAnsi="Corbel"/>
                <w:b w:val="0"/>
                <w:sz w:val="24"/>
                <w:szCs w:val="24"/>
              </w:rPr>
              <w:t xml:space="preserve"> – współczesn</w:t>
            </w:r>
            <w:r w:rsidRPr="007F6401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223ECB" w:rsidRPr="007F6401">
              <w:rPr>
                <w:rFonts w:ascii="Corbel" w:hAnsi="Corbel"/>
                <w:b w:val="0"/>
                <w:sz w:val="24"/>
                <w:szCs w:val="24"/>
              </w:rPr>
              <w:t xml:space="preserve"> – kierunk</w:t>
            </w:r>
            <w:r w:rsidRPr="007F6401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223ECB" w:rsidRPr="007F6401">
              <w:rPr>
                <w:rFonts w:ascii="Corbel" w:hAnsi="Corbel"/>
                <w:b w:val="0"/>
                <w:sz w:val="24"/>
                <w:szCs w:val="24"/>
              </w:rPr>
              <w:t xml:space="preserve"> pedagogiki;</w:t>
            </w:r>
          </w:p>
        </w:tc>
      </w:tr>
      <w:tr w:rsidR="003A1F59" w:rsidRPr="007F6401" w14:paraId="270B029F" w14:textId="77777777" w:rsidTr="00923D7D">
        <w:tc>
          <w:tcPr>
            <w:tcW w:w="851" w:type="dxa"/>
            <w:vAlign w:val="center"/>
          </w:tcPr>
          <w:p w14:paraId="5BF67D3D" w14:textId="770D033E" w:rsidR="003A1F59" w:rsidRPr="007F6401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1A2F638E" w14:textId="018BFAA2" w:rsidR="003A1F59" w:rsidRPr="007F6401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223ECB" w:rsidRPr="007F6401">
              <w:rPr>
                <w:rFonts w:ascii="Corbel" w:hAnsi="Corbel"/>
                <w:b w:val="0"/>
                <w:sz w:val="24"/>
                <w:szCs w:val="24"/>
              </w:rPr>
              <w:t>skaza</w:t>
            </w:r>
            <w:r w:rsidRPr="007F6401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23ECB" w:rsidRPr="007F6401">
              <w:rPr>
                <w:rFonts w:ascii="Corbel" w:hAnsi="Corbel"/>
                <w:b w:val="0"/>
                <w:sz w:val="24"/>
                <w:szCs w:val="24"/>
              </w:rPr>
              <w:t xml:space="preserve"> na znaczenie różnoro</w:t>
            </w:r>
            <w:r w:rsidR="00EE48B0" w:rsidRPr="007F6401">
              <w:rPr>
                <w:rFonts w:ascii="Corbel" w:hAnsi="Corbel"/>
                <w:b w:val="0"/>
                <w:sz w:val="24"/>
                <w:szCs w:val="24"/>
              </w:rPr>
              <w:t>dnych środowisk wychowawczych i </w:t>
            </w:r>
            <w:r w:rsidR="00223ECB" w:rsidRPr="007F6401">
              <w:rPr>
                <w:rFonts w:ascii="Corbel" w:hAnsi="Corbel"/>
                <w:b w:val="0"/>
                <w:sz w:val="24"/>
                <w:szCs w:val="24"/>
              </w:rPr>
              <w:t>socjalizacyjnych w rozwoju</w:t>
            </w:r>
            <w:r w:rsidR="00475F5A" w:rsidRPr="007F640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23ECB" w:rsidRPr="007F6401">
              <w:rPr>
                <w:rFonts w:ascii="Corbel" w:hAnsi="Corbel"/>
                <w:b w:val="0"/>
                <w:sz w:val="24"/>
                <w:szCs w:val="24"/>
              </w:rPr>
              <w:t>dzieci i młodzieży (m</w:t>
            </w:r>
            <w:r w:rsidRPr="007F6401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223ECB" w:rsidRPr="007F6401">
              <w:rPr>
                <w:rFonts w:ascii="Corbel" w:hAnsi="Corbel"/>
                <w:b w:val="0"/>
                <w:sz w:val="24"/>
                <w:szCs w:val="24"/>
              </w:rPr>
              <w:t>in. rodzina, szkoła, grupa rówieśnicza, media)</w:t>
            </w:r>
            <w:r w:rsidR="00475F5A" w:rsidRPr="007F6401"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  <w:tr w:rsidR="00223ECB" w:rsidRPr="007F6401" w14:paraId="28401E8B" w14:textId="77777777" w:rsidTr="00923D7D">
        <w:tc>
          <w:tcPr>
            <w:tcW w:w="851" w:type="dxa"/>
            <w:vAlign w:val="center"/>
          </w:tcPr>
          <w:p w14:paraId="059CED91" w14:textId="4607FF3B" w:rsidR="00223ECB" w:rsidRPr="007F6401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70528187" w14:textId="0CC3BA3A" w:rsidR="00223ECB" w:rsidRPr="007F6401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 w:rsidRPr="007F6401">
              <w:rPr>
                <w:rFonts w:ascii="Corbel" w:hAnsi="Corbel"/>
                <w:b w:val="0"/>
                <w:sz w:val="24"/>
                <w:szCs w:val="24"/>
              </w:rPr>
              <w:t>Zapoznanie się z</w:t>
            </w:r>
            <w:r w:rsidR="00223ECB" w:rsidRPr="007F6401">
              <w:rPr>
                <w:rFonts w:ascii="Corbel" w:hAnsi="Corbel"/>
                <w:b w:val="0"/>
                <w:sz w:val="24"/>
                <w:szCs w:val="24"/>
              </w:rPr>
              <w:t xml:space="preserve"> tendencj</w:t>
            </w:r>
            <w:r w:rsidRPr="007F6401">
              <w:rPr>
                <w:rFonts w:ascii="Corbel" w:hAnsi="Corbel"/>
                <w:b w:val="0"/>
                <w:sz w:val="24"/>
                <w:szCs w:val="24"/>
              </w:rPr>
              <w:t xml:space="preserve">ami w zakresie </w:t>
            </w:r>
            <w:r w:rsidR="00223ECB" w:rsidRPr="007F6401">
              <w:rPr>
                <w:rFonts w:ascii="Corbel" w:hAnsi="Corbel"/>
                <w:b w:val="0"/>
                <w:sz w:val="24"/>
                <w:szCs w:val="24"/>
              </w:rPr>
              <w:t xml:space="preserve"> przemian współczesnej szkoły i rodziny, i ich uwarunkowa</w:t>
            </w:r>
            <w:r w:rsidRPr="007F6401">
              <w:rPr>
                <w:rFonts w:ascii="Corbel" w:hAnsi="Corbel"/>
                <w:b w:val="0"/>
                <w:sz w:val="24"/>
                <w:szCs w:val="24"/>
              </w:rPr>
              <w:t>ń.</w:t>
            </w:r>
          </w:p>
        </w:tc>
      </w:tr>
    </w:tbl>
    <w:p w14:paraId="6B31BD7A" w14:textId="77777777" w:rsidR="0085747A" w:rsidRPr="007F64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7F640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F6401">
        <w:rPr>
          <w:rFonts w:ascii="Corbel" w:hAnsi="Corbel"/>
          <w:b/>
          <w:sz w:val="24"/>
          <w:szCs w:val="24"/>
        </w:rPr>
        <w:t xml:space="preserve">3.2 </w:t>
      </w:r>
      <w:r w:rsidR="001D7B54" w:rsidRPr="007F6401">
        <w:rPr>
          <w:rFonts w:ascii="Corbel" w:hAnsi="Corbel"/>
          <w:b/>
          <w:sz w:val="24"/>
          <w:szCs w:val="24"/>
        </w:rPr>
        <w:t xml:space="preserve">Efekty </w:t>
      </w:r>
      <w:r w:rsidR="00C05F44" w:rsidRPr="007F640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F6401">
        <w:rPr>
          <w:rFonts w:ascii="Corbel" w:hAnsi="Corbel"/>
          <w:b/>
          <w:sz w:val="24"/>
          <w:szCs w:val="24"/>
        </w:rPr>
        <w:t>dla przedmiotu</w:t>
      </w:r>
      <w:r w:rsidR="00445970" w:rsidRPr="007F6401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7F640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F6401" w14:paraId="71799CCC" w14:textId="77777777" w:rsidTr="006D054D">
        <w:tc>
          <w:tcPr>
            <w:tcW w:w="1681" w:type="dxa"/>
            <w:vAlign w:val="center"/>
          </w:tcPr>
          <w:p w14:paraId="13920CB0" w14:textId="77777777" w:rsidR="0085747A" w:rsidRPr="007F6401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F640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F64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379D88F" w14:textId="77777777" w:rsidR="0085747A" w:rsidRPr="007F6401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44209C91" w14:textId="43AA07FA" w:rsidR="00DB3025" w:rsidRPr="007F6401" w:rsidRDefault="00DB3025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64FD884A" w14:textId="3EC2879B" w:rsidR="00B805A6" w:rsidRPr="007F6401" w:rsidRDefault="00B805A6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6D625C3E" w14:textId="77777777" w:rsidR="0085747A" w:rsidRPr="007F6401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F640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054D" w:rsidRPr="007F6401" w14:paraId="5DA6F6F8" w14:textId="77777777" w:rsidTr="006D054D">
        <w:tc>
          <w:tcPr>
            <w:tcW w:w="1681" w:type="dxa"/>
          </w:tcPr>
          <w:p w14:paraId="61813C10" w14:textId="5AE52A27" w:rsidR="006D054D" w:rsidRPr="007F6401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5EA18B1" w14:textId="25CE5397" w:rsidR="006D054D" w:rsidRPr="007F6401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56CA5" w:rsidRPr="007F6401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51E0E"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efiniuje </w:t>
            </w:r>
            <w:r w:rsidRPr="007F6401">
              <w:rPr>
                <w:rFonts w:ascii="Corbel" w:hAnsi="Corbel"/>
                <w:b w:val="0"/>
                <w:smallCaps w:val="0"/>
                <w:szCs w:val="24"/>
              </w:rPr>
              <w:t>najważniejsze pojęcia z zakresu pedagogiki i o</w:t>
            </w:r>
            <w:r w:rsidR="005E0A30"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kreśli </w:t>
            </w:r>
            <w:r w:rsidR="00651E0E" w:rsidRPr="007F6401">
              <w:rPr>
                <w:rFonts w:ascii="Corbel" w:hAnsi="Corbel"/>
                <w:b w:val="0"/>
                <w:smallCaps w:val="0"/>
                <w:szCs w:val="24"/>
              </w:rPr>
              <w:t>miejsce pedagogiki w systemie nauk</w:t>
            </w:r>
            <w:r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 oraz jej zadania</w:t>
            </w:r>
          </w:p>
        </w:tc>
        <w:tc>
          <w:tcPr>
            <w:tcW w:w="1865" w:type="dxa"/>
            <w:vAlign w:val="center"/>
          </w:tcPr>
          <w:p w14:paraId="70C200D6" w14:textId="38365A0E" w:rsidR="006D054D" w:rsidRPr="007F6401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6D054D" w:rsidRPr="007F6401" w14:paraId="664FC6A1" w14:textId="77777777" w:rsidTr="006D054D">
        <w:tc>
          <w:tcPr>
            <w:tcW w:w="1681" w:type="dxa"/>
          </w:tcPr>
          <w:p w14:paraId="695D7137" w14:textId="77777777" w:rsidR="006D054D" w:rsidRPr="007F6401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0CD451D" w14:textId="0EDAB4DB" w:rsidR="006D054D" w:rsidRPr="007F6401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56CA5"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651E0E"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paradygmaty </w:t>
            </w:r>
            <w:r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="00651E0E" w:rsidRPr="007F6401">
              <w:rPr>
                <w:rFonts w:ascii="Corbel" w:hAnsi="Corbel"/>
                <w:b w:val="0"/>
                <w:smallCaps w:val="0"/>
                <w:szCs w:val="24"/>
              </w:rPr>
              <w:t>bada</w:t>
            </w:r>
            <w:r w:rsidRPr="007F6401">
              <w:rPr>
                <w:rFonts w:ascii="Corbel" w:hAnsi="Corbel"/>
                <w:b w:val="0"/>
                <w:smallCaps w:val="0"/>
                <w:szCs w:val="24"/>
              </w:rPr>
              <w:t>niach</w:t>
            </w:r>
            <w:r w:rsidR="00651E0E"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E0A30" w:rsidRPr="007F6401">
              <w:rPr>
                <w:rFonts w:ascii="Corbel" w:hAnsi="Corbel"/>
                <w:b w:val="0"/>
                <w:smallCaps w:val="0"/>
                <w:szCs w:val="24"/>
              </w:rPr>
              <w:t>pedagogicznych</w:t>
            </w:r>
            <w:r w:rsidR="00651E0E"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przedstawi </w:t>
            </w:r>
            <w:r w:rsidR="00651E0E" w:rsidRPr="007F6401">
              <w:rPr>
                <w:rFonts w:ascii="Corbel" w:hAnsi="Corbel"/>
                <w:b w:val="0"/>
                <w:smallCaps w:val="0"/>
                <w:szCs w:val="24"/>
              </w:rPr>
              <w:t>zasady pro</w:t>
            </w:r>
            <w:r w:rsidRPr="007F6401">
              <w:rPr>
                <w:rFonts w:ascii="Corbel" w:hAnsi="Corbel"/>
                <w:b w:val="0"/>
                <w:smallCaps w:val="0"/>
                <w:szCs w:val="24"/>
              </w:rPr>
              <w:t>wadzenia</w:t>
            </w:r>
            <w:r w:rsidR="00651E0E"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 badań</w:t>
            </w:r>
            <w:r w:rsidR="005E0A30"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F6401">
              <w:rPr>
                <w:rFonts w:ascii="Corbel" w:hAnsi="Corbel"/>
                <w:b w:val="0"/>
                <w:smallCaps w:val="0"/>
                <w:szCs w:val="24"/>
              </w:rPr>
              <w:t>z zakresu pedagogiki</w:t>
            </w:r>
          </w:p>
        </w:tc>
        <w:tc>
          <w:tcPr>
            <w:tcW w:w="1865" w:type="dxa"/>
          </w:tcPr>
          <w:p w14:paraId="1DE14639" w14:textId="72A48CCA" w:rsidR="006D054D" w:rsidRPr="007F6401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6D054D" w:rsidRPr="007F6401" w14:paraId="107666DC" w14:textId="77777777" w:rsidTr="006D054D">
        <w:tc>
          <w:tcPr>
            <w:tcW w:w="1681" w:type="dxa"/>
          </w:tcPr>
          <w:p w14:paraId="4F41FFD0" w14:textId="064D37CA" w:rsidR="006D054D" w:rsidRPr="007F6401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1FFA854" w14:textId="4CCC24AD" w:rsidR="006D054D" w:rsidRPr="007F6401" w:rsidRDefault="00DF5115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Omówi</w:t>
            </w:r>
            <w:r w:rsidR="00651E0E"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7504C"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najważniejsze </w:t>
            </w:r>
            <w:r w:rsidR="00651E0E" w:rsidRPr="007F6401">
              <w:rPr>
                <w:rFonts w:ascii="Corbel" w:hAnsi="Corbel"/>
                <w:b w:val="0"/>
                <w:smallCaps w:val="0"/>
                <w:szCs w:val="24"/>
              </w:rPr>
              <w:t>teorie dotyczące wychowania i kształcenia</w:t>
            </w:r>
            <w:r w:rsidR="0047504C"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 oraz dokona analizy uwarunkowań </w:t>
            </w:r>
            <w:r w:rsidR="00651E0E"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7504C"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procesów edukacyjnych </w:t>
            </w:r>
            <w:r w:rsidR="005E0A30"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7E96938" w14:textId="3668875E" w:rsidR="006D054D" w:rsidRPr="007F6401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6D054D" w:rsidRPr="007F6401" w14:paraId="5A651668" w14:textId="77777777" w:rsidTr="006D054D">
        <w:tc>
          <w:tcPr>
            <w:tcW w:w="1681" w:type="dxa"/>
          </w:tcPr>
          <w:p w14:paraId="5910CE1D" w14:textId="648FDCEB" w:rsidR="006D054D" w:rsidRPr="007F6401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4C0108A" w14:textId="3976031C" w:rsidR="006D054D" w:rsidRPr="007F6401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E0A30" w:rsidRPr="007F6401">
              <w:rPr>
                <w:rFonts w:ascii="Corbel" w:hAnsi="Corbel"/>
                <w:b w:val="0"/>
                <w:smallCaps w:val="0"/>
                <w:szCs w:val="24"/>
              </w:rPr>
              <w:t>interpretuje zachowa</w:t>
            </w:r>
            <w:r w:rsidR="007E2FFD" w:rsidRPr="007F64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="005E0A30"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F5115" w:rsidRPr="007F6401">
              <w:rPr>
                <w:rFonts w:ascii="Corbel" w:hAnsi="Corbel"/>
                <w:b w:val="0"/>
                <w:smallCaps w:val="0"/>
                <w:szCs w:val="24"/>
              </w:rPr>
              <w:t>uczestników procesów edukacyjnych w różnych sytuacjach uwzględniając specyfikę oddziaływań wychowawczych, opiekuńczych i dydaktycznych</w:t>
            </w:r>
          </w:p>
        </w:tc>
        <w:tc>
          <w:tcPr>
            <w:tcW w:w="1865" w:type="dxa"/>
          </w:tcPr>
          <w:p w14:paraId="07476E74" w14:textId="7E9AC1A5" w:rsidR="006D054D" w:rsidRPr="007F6401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6D054D" w:rsidRPr="007F6401" w14:paraId="417F2EBA" w14:textId="77777777" w:rsidTr="006D054D">
        <w:tc>
          <w:tcPr>
            <w:tcW w:w="1681" w:type="dxa"/>
          </w:tcPr>
          <w:p w14:paraId="1287E480" w14:textId="5DA276F6" w:rsidR="006D054D" w:rsidRPr="007F6401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255B17C" w14:textId="0E6533C9" w:rsidR="006D054D" w:rsidRPr="007F6401" w:rsidRDefault="005E0A30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F5115" w:rsidRPr="007F6401">
              <w:rPr>
                <w:rFonts w:ascii="Corbel" w:hAnsi="Corbel"/>
                <w:b w:val="0"/>
                <w:smallCaps w:val="0"/>
                <w:szCs w:val="24"/>
              </w:rPr>
              <w:t>Dokona ewaluacji i oceny różnych form oddziaływań pedagogicznych</w:t>
            </w:r>
          </w:p>
        </w:tc>
        <w:tc>
          <w:tcPr>
            <w:tcW w:w="1865" w:type="dxa"/>
          </w:tcPr>
          <w:p w14:paraId="2C869141" w14:textId="77B8E54F" w:rsidR="006D054D" w:rsidRPr="007F6401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6D054D" w:rsidRPr="007F6401" w14:paraId="5ECFC366" w14:textId="77777777" w:rsidTr="006D054D">
        <w:tc>
          <w:tcPr>
            <w:tcW w:w="1681" w:type="dxa"/>
          </w:tcPr>
          <w:p w14:paraId="1D840B19" w14:textId="43936D44" w:rsidR="006D054D" w:rsidRPr="007F6401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DAA742E" w14:textId="6932098F" w:rsidR="006D054D" w:rsidRPr="007F6401" w:rsidRDefault="00DF5115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56CA5" w:rsidRPr="007F640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651E0E"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projektuje działania na rzecz </w:t>
            </w:r>
            <w:r w:rsidR="005E0A30"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="00651E0E" w:rsidRPr="007F6401">
              <w:rPr>
                <w:rFonts w:ascii="Corbel" w:hAnsi="Corbel"/>
                <w:b w:val="0"/>
                <w:smallCaps w:val="0"/>
                <w:szCs w:val="24"/>
              </w:rPr>
              <w:t>środowisk</w:t>
            </w:r>
            <w:r w:rsidR="005E0A30" w:rsidRPr="007F6401">
              <w:rPr>
                <w:rFonts w:ascii="Corbel" w:hAnsi="Corbel"/>
                <w:b w:val="0"/>
                <w:smallCaps w:val="0"/>
                <w:szCs w:val="24"/>
              </w:rPr>
              <w:t>, w celu optymalizacji ich funkcjonowania</w:t>
            </w:r>
          </w:p>
        </w:tc>
        <w:tc>
          <w:tcPr>
            <w:tcW w:w="1865" w:type="dxa"/>
          </w:tcPr>
          <w:p w14:paraId="3F37E818" w14:textId="226016E3" w:rsidR="006D054D" w:rsidRPr="007F6401" w:rsidRDefault="006D054D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6388025C" w14:textId="77777777" w:rsidR="0085747A" w:rsidRPr="007F640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2180B0F5" w:rsidR="0085747A" w:rsidRPr="007F640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6401">
        <w:rPr>
          <w:rFonts w:ascii="Corbel" w:hAnsi="Corbel"/>
          <w:b/>
          <w:sz w:val="24"/>
          <w:szCs w:val="24"/>
        </w:rPr>
        <w:t>3.3</w:t>
      </w:r>
      <w:r w:rsidR="001D7B54" w:rsidRPr="007F6401">
        <w:rPr>
          <w:rFonts w:ascii="Corbel" w:hAnsi="Corbel"/>
          <w:b/>
          <w:sz w:val="24"/>
          <w:szCs w:val="24"/>
        </w:rPr>
        <w:t xml:space="preserve"> </w:t>
      </w:r>
      <w:r w:rsidR="0085747A" w:rsidRPr="007F6401">
        <w:rPr>
          <w:rFonts w:ascii="Corbel" w:hAnsi="Corbel"/>
          <w:b/>
          <w:sz w:val="24"/>
          <w:szCs w:val="24"/>
        </w:rPr>
        <w:t>T</w:t>
      </w:r>
      <w:r w:rsidR="00D37BDC" w:rsidRPr="007F6401">
        <w:rPr>
          <w:rFonts w:ascii="Corbel" w:hAnsi="Corbel"/>
          <w:b/>
          <w:sz w:val="24"/>
          <w:szCs w:val="24"/>
        </w:rPr>
        <w:t>reści programowe</w:t>
      </w:r>
    </w:p>
    <w:p w14:paraId="77059051" w14:textId="77777777" w:rsidR="0085747A" w:rsidRPr="007F640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6401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7F640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6401" w14:paraId="2E1BB617" w14:textId="77777777" w:rsidTr="00541C3B">
        <w:tc>
          <w:tcPr>
            <w:tcW w:w="9520" w:type="dxa"/>
          </w:tcPr>
          <w:p w14:paraId="2C07462B" w14:textId="77777777" w:rsidR="0085747A" w:rsidRPr="007F640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F6401" w14:paraId="4C2EAB71" w14:textId="77777777" w:rsidTr="00541C3B">
        <w:tc>
          <w:tcPr>
            <w:tcW w:w="9520" w:type="dxa"/>
          </w:tcPr>
          <w:p w14:paraId="78255B5B" w14:textId="08633CE1" w:rsidR="0085747A" w:rsidRPr="007F6401" w:rsidRDefault="003C5AC2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 xml:space="preserve">Podstawowe pojęcia konstytutywne dla pedagogiki: socjalizacja, wychowanie, </w:t>
            </w:r>
            <w:proofErr w:type="spellStart"/>
            <w:r w:rsidRPr="007F6401">
              <w:rPr>
                <w:rFonts w:ascii="Corbel" w:hAnsi="Corbel"/>
                <w:sz w:val="24"/>
                <w:szCs w:val="24"/>
              </w:rPr>
              <w:lastRenderedPageBreak/>
              <w:t>inkulturacja</w:t>
            </w:r>
            <w:proofErr w:type="spellEnd"/>
            <w:r w:rsidRPr="007F6401">
              <w:rPr>
                <w:rFonts w:ascii="Corbel" w:hAnsi="Corbel"/>
                <w:sz w:val="24"/>
                <w:szCs w:val="24"/>
              </w:rPr>
              <w:t>, opieka. Cechy wychowania.</w:t>
            </w:r>
          </w:p>
        </w:tc>
      </w:tr>
      <w:tr w:rsidR="00541C3B" w:rsidRPr="007F6401" w14:paraId="3C0F566E" w14:textId="77777777" w:rsidTr="00541C3B">
        <w:tc>
          <w:tcPr>
            <w:tcW w:w="9520" w:type="dxa"/>
          </w:tcPr>
          <w:p w14:paraId="3573F1C8" w14:textId="0A91FCB0" w:rsidR="00541C3B" w:rsidRPr="007F6401" w:rsidRDefault="00BF2FC0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lastRenderedPageBreak/>
              <w:t>Pedagogika jako nauka</w:t>
            </w:r>
            <w:r w:rsidR="003C5AC2"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>:</w:t>
            </w:r>
            <w:r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przedmiot badań pedagogiki, funkcje pedagogiki, związki pedagogiki z innymi naukami</w:t>
            </w:r>
            <w:r w:rsidR="003C5AC2"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>.</w:t>
            </w:r>
          </w:p>
        </w:tc>
      </w:tr>
      <w:tr w:rsidR="00541C3B" w:rsidRPr="007F6401" w14:paraId="504F569E" w14:textId="77777777" w:rsidTr="00541C3B">
        <w:tc>
          <w:tcPr>
            <w:tcW w:w="9520" w:type="dxa"/>
          </w:tcPr>
          <w:p w14:paraId="2CE4604E" w14:textId="06AC6E38" w:rsidR="00541C3B" w:rsidRPr="007F6401" w:rsidRDefault="003C5AC2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Środowiska społeczne i ich znaczenie dla wychowania. Środowisko naturalne: rodzina, grupa rówieśnicza). Środowiska inte</w:t>
            </w:r>
            <w:r w:rsidR="006C708E" w:rsidRPr="007F6401">
              <w:rPr>
                <w:rFonts w:ascii="Corbel" w:hAnsi="Corbel"/>
                <w:sz w:val="24"/>
                <w:szCs w:val="24"/>
              </w:rPr>
              <w:t>n</w:t>
            </w:r>
            <w:r w:rsidRPr="007F6401">
              <w:rPr>
                <w:rFonts w:ascii="Corbel" w:hAnsi="Corbel"/>
                <w:sz w:val="24"/>
                <w:szCs w:val="24"/>
              </w:rPr>
              <w:t>cjonalne (szkoła, internat, dom dziecka …</w:t>
            </w:r>
            <w:r w:rsidR="006C708E" w:rsidRPr="007F6401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541C3B" w:rsidRPr="007F6401" w14:paraId="1F57C409" w14:textId="77777777" w:rsidTr="00541C3B">
        <w:tc>
          <w:tcPr>
            <w:tcW w:w="9520" w:type="dxa"/>
          </w:tcPr>
          <w:p w14:paraId="418ED395" w14:textId="7B005301" w:rsidR="00541C3B" w:rsidRPr="007F6401" w:rsidRDefault="00541C3B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Wybrane </w:t>
            </w:r>
            <w:r w:rsidR="003C5AC2"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>koncepcje filozoficzno-psychologiczne współczesnej pedagogiki:</w:t>
            </w:r>
            <w:r w:rsidR="00BF2FC0"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pedagogika pozytywistyczna, behawioralna, humanistyczna, kultury, antypedagogika …</w:t>
            </w:r>
          </w:p>
        </w:tc>
      </w:tr>
      <w:tr w:rsidR="00BF2FC0" w:rsidRPr="007F6401" w14:paraId="2B9CCB15" w14:textId="77777777" w:rsidTr="00541C3B">
        <w:tc>
          <w:tcPr>
            <w:tcW w:w="9520" w:type="dxa"/>
          </w:tcPr>
          <w:p w14:paraId="524E9451" w14:textId="7FC82130" w:rsidR="00BF2FC0" w:rsidRPr="007F6401" w:rsidRDefault="00BF2FC0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>Wybrane autorskie koncepcje pedagogiczne</w:t>
            </w:r>
            <w:r w:rsidR="003C5AC2"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>:</w:t>
            </w:r>
            <w:r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Petersen, Korczaka, </w:t>
            </w:r>
            <w:proofErr w:type="spellStart"/>
            <w:r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>Freineta</w:t>
            </w:r>
            <w:proofErr w:type="spellEnd"/>
            <w:r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, Montessori, </w:t>
            </w:r>
            <w:proofErr w:type="spellStart"/>
            <w:r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>waldorfska</w:t>
            </w:r>
            <w:proofErr w:type="spellEnd"/>
            <w:r w:rsidR="00650E6C"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>.</w:t>
            </w:r>
          </w:p>
        </w:tc>
      </w:tr>
      <w:tr w:rsidR="00541C3B" w:rsidRPr="007F6401" w14:paraId="299C7E4C" w14:textId="77777777" w:rsidTr="00541C3B">
        <w:tc>
          <w:tcPr>
            <w:tcW w:w="9520" w:type="dxa"/>
          </w:tcPr>
          <w:p w14:paraId="50F6DD81" w14:textId="07D75965" w:rsidR="00541C3B" w:rsidRPr="007F6401" w:rsidRDefault="003C5AC2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 xml:space="preserve">Warunki skutecznego wychowania: personalistyczne podejście do wychowanków, eksponowanie metod oddziaływań pośrednich, kompetencje komunikacyjne wychowawcy, znaczenie poznania dzieci i młodzieży w wychowaniu. </w:t>
            </w:r>
          </w:p>
        </w:tc>
      </w:tr>
      <w:tr w:rsidR="0085747A" w:rsidRPr="007F6401" w14:paraId="72E03DD1" w14:textId="77777777" w:rsidTr="00541C3B">
        <w:tc>
          <w:tcPr>
            <w:tcW w:w="9520" w:type="dxa"/>
          </w:tcPr>
          <w:p w14:paraId="33738C75" w14:textId="1B88E67A" w:rsidR="0085747A" w:rsidRPr="007F6401" w:rsidRDefault="003C5AC2" w:rsidP="00074CF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>Wychowanie w cywilizacji i kulturze medialnej</w:t>
            </w:r>
          </w:p>
        </w:tc>
      </w:tr>
    </w:tbl>
    <w:p w14:paraId="1FB0688C" w14:textId="77777777" w:rsidR="0085747A" w:rsidRPr="007F64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7F640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F640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F6401">
        <w:rPr>
          <w:rFonts w:ascii="Corbel" w:hAnsi="Corbel"/>
          <w:sz w:val="24"/>
          <w:szCs w:val="24"/>
        </w:rPr>
        <w:t xml:space="preserve">, </w:t>
      </w:r>
      <w:r w:rsidRPr="007F6401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7F640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6401" w14:paraId="250EC855" w14:textId="77777777" w:rsidTr="005606F5">
        <w:tc>
          <w:tcPr>
            <w:tcW w:w="9520" w:type="dxa"/>
          </w:tcPr>
          <w:p w14:paraId="195D22DA" w14:textId="77777777" w:rsidR="0085747A" w:rsidRPr="007F640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41C3B" w:rsidRPr="007F6401" w14:paraId="364CD13C" w14:textId="77777777" w:rsidTr="005606F5">
        <w:tc>
          <w:tcPr>
            <w:tcW w:w="9520" w:type="dxa"/>
          </w:tcPr>
          <w:p w14:paraId="74B09B90" w14:textId="47DC0E87" w:rsidR="00541C3B" w:rsidRPr="007F6401" w:rsidRDefault="00650492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 xml:space="preserve">Dyskusje wokół pojęcia wychowanie oraz innych pojęć pedagogiki (socjalizacja, nauczanie, uczenie się, kształcenie), wzajemne związki między nimi. </w:t>
            </w:r>
          </w:p>
        </w:tc>
      </w:tr>
      <w:tr w:rsidR="00796AFA" w:rsidRPr="007F6401" w14:paraId="53B4FEC4" w14:textId="77777777" w:rsidTr="005606F5">
        <w:tc>
          <w:tcPr>
            <w:tcW w:w="9520" w:type="dxa"/>
          </w:tcPr>
          <w:p w14:paraId="6F596643" w14:textId="5DA5B733" w:rsidR="00796AFA" w:rsidRPr="007F6401" w:rsidRDefault="006C708E" w:rsidP="004D6714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Źródła paradygmatów</w:t>
            </w:r>
            <w:r w:rsidR="00796AFA" w:rsidRPr="007F6401">
              <w:rPr>
                <w:rFonts w:ascii="Corbel" w:hAnsi="Corbel"/>
                <w:sz w:val="24"/>
                <w:szCs w:val="24"/>
              </w:rPr>
              <w:t xml:space="preserve"> współczesnej pedagogiki. </w:t>
            </w:r>
            <w:r w:rsidRPr="007F6401">
              <w:rPr>
                <w:rFonts w:ascii="Corbel" w:hAnsi="Corbel"/>
                <w:sz w:val="24"/>
                <w:szCs w:val="24"/>
              </w:rPr>
              <w:t>Zasady b</w:t>
            </w:r>
            <w:r w:rsidR="00796AFA" w:rsidRPr="007F6401">
              <w:rPr>
                <w:rFonts w:ascii="Corbel" w:hAnsi="Corbel"/>
                <w:sz w:val="24"/>
                <w:szCs w:val="24"/>
              </w:rPr>
              <w:t>udowani</w:t>
            </w:r>
            <w:r w:rsidR="004D6714" w:rsidRPr="007F6401">
              <w:rPr>
                <w:rFonts w:ascii="Corbel" w:hAnsi="Corbel"/>
                <w:sz w:val="24"/>
                <w:szCs w:val="24"/>
              </w:rPr>
              <w:t>a</w:t>
            </w:r>
            <w:r w:rsidR="00796AFA" w:rsidRPr="007F6401">
              <w:rPr>
                <w:rFonts w:ascii="Corbel" w:hAnsi="Corbel"/>
                <w:sz w:val="24"/>
                <w:szCs w:val="24"/>
              </w:rPr>
              <w:t xml:space="preserve"> teorii pedagogicznych</w:t>
            </w:r>
          </w:p>
        </w:tc>
      </w:tr>
      <w:tr w:rsidR="00650492" w:rsidRPr="007F6401" w14:paraId="27F289B7" w14:textId="77777777" w:rsidTr="005606F5">
        <w:tc>
          <w:tcPr>
            <w:tcW w:w="9520" w:type="dxa"/>
          </w:tcPr>
          <w:p w14:paraId="2215588B" w14:textId="616E31C9" w:rsidR="00650492" w:rsidRPr="007F6401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Funkcjonowanie mechanizmów socjalizacyjnych</w:t>
            </w:r>
            <w:r w:rsidR="00650492" w:rsidRPr="007F6401">
              <w:rPr>
                <w:rFonts w:ascii="Corbel" w:hAnsi="Corbel"/>
                <w:sz w:val="24"/>
                <w:szCs w:val="24"/>
              </w:rPr>
              <w:t xml:space="preserve"> i ich znaczenie w praktyce wychowania.</w:t>
            </w:r>
          </w:p>
        </w:tc>
      </w:tr>
      <w:tr w:rsidR="0083781D" w:rsidRPr="007F6401" w14:paraId="3FA28649" w14:textId="77777777" w:rsidTr="005606F5">
        <w:tc>
          <w:tcPr>
            <w:tcW w:w="9520" w:type="dxa"/>
          </w:tcPr>
          <w:p w14:paraId="7E9545C5" w14:textId="5E8BEBF1" w:rsidR="0083781D" w:rsidRPr="007F6401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 xml:space="preserve">Charakterystyka naturalnego środowiska wychowawczego: wychowanie </w:t>
            </w:r>
            <w:r w:rsidR="0083781D" w:rsidRPr="007F6401">
              <w:rPr>
                <w:rFonts w:ascii="Corbel" w:hAnsi="Corbel"/>
                <w:sz w:val="24"/>
                <w:szCs w:val="24"/>
              </w:rPr>
              <w:t>w rodzinie – style wychowania w rodzinie, funkcje rodziny, postawy rodzicielskie, zjawisko przemocy w wychowaniu i jego uwarunkowania</w:t>
            </w:r>
            <w:r w:rsidRPr="007F6401">
              <w:rPr>
                <w:rFonts w:ascii="Corbel" w:hAnsi="Corbel"/>
                <w:sz w:val="24"/>
                <w:szCs w:val="24"/>
              </w:rPr>
              <w:t>. Wychowanie w grupie rówieśniczej.</w:t>
            </w:r>
          </w:p>
        </w:tc>
      </w:tr>
      <w:tr w:rsidR="006C708E" w:rsidRPr="007F6401" w14:paraId="4C3BF13E" w14:textId="77777777" w:rsidTr="005606F5">
        <w:tc>
          <w:tcPr>
            <w:tcW w:w="9520" w:type="dxa"/>
          </w:tcPr>
          <w:p w14:paraId="194A2361" w14:textId="02357613" w:rsidR="006C708E" w:rsidRPr="007F6401" w:rsidRDefault="006C708E" w:rsidP="0031322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 xml:space="preserve">Charakterystyka intencjonalnego środowiska wychowawczego: </w:t>
            </w:r>
            <w:r w:rsidR="0031322A" w:rsidRPr="007F6401">
              <w:rPr>
                <w:rFonts w:ascii="Corbel" w:hAnsi="Corbel"/>
                <w:sz w:val="24"/>
                <w:szCs w:val="24"/>
              </w:rPr>
              <w:t>wychowanie w szkole – funkcje i zadania szkoły, rola nauczyciela i dylematy z nią związane, przemoc w szkole i sposoby jej przeciwdziałania. Wychowanie w</w:t>
            </w:r>
            <w:r w:rsidRPr="007F6401">
              <w:rPr>
                <w:rFonts w:ascii="Corbel" w:hAnsi="Corbel"/>
                <w:sz w:val="24"/>
                <w:szCs w:val="24"/>
              </w:rPr>
              <w:t xml:space="preserve"> interna</w:t>
            </w:r>
            <w:r w:rsidR="0031322A" w:rsidRPr="007F6401">
              <w:rPr>
                <w:rFonts w:ascii="Corbel" w:hAnsi="Corbel"/>
                <w:sz w:val="24"/>
                <w:szCs w:val="24"/>
              </w:rPr>
              <w:t>cie</w:t>
            </w:r>
            <w:r w:rsidRPr="007F6401">
              <w:rPr>
                <w:rFonts w:ascii="Corbel" w:hAnsi="Corbel"/>
                <w:sz w:val="24"/>
                <w:szCs w:val="24"/>
              </w:rPr>
              <w:t>, dom</w:t>
            </w:r>
            <w:r w:rsidR="0031322A" w:rsidRPr="007F6401">
              <w:rPr>
                <w:rFonts w:ascii="Corbel" w:hAnsi="Corbel"/>
                <w:sz w:val="24"/>
                <w:szCs w:val="24"/>
              </w:rPr>
              <w:t>u</w:t>
            </w:r>
            <w:r w:rsidRPr="007F6401">
              <w:rPr>
                <w:rFonts w:ascii="Corbel" w:hAnsi="Corbel"/>
                <w:sz w:val="24"/>
                <w:szCs w:val="24"/>
              </w:rPr>
              <w:t xml:space="preserve"> dziecka …</w:t>
            </w:r>
          </w:p>
        </w:tc>
      </w:tr>
      <w:tr w:rsidR="0085747A" w:rsidRPr="007F6401" w14:paraId="42761B51" w14:textId="77777777" w:rsidTr="005606F5">
        <w:tc>
          <w:tcPr>
            <w:tcW w:w="9520" w:type="dxa"/>
          </w:tcPr>
          <w:p w14:paraId="06CEB157" w14:textId="4C279A44" w:rsidR="0085747A" w:rsidRPr="007F6401" w:rsidRDefault="0031322A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 xml:space="preserve">Charakterystyka </w:t>
            </w:r>
            <w:r w:rsidR="00563B80" w:rsidRPr="007F6401">
              <w:rPr>
                <w:rFonts w:ascii="Corbel" w:hAnsi="Corbel"/>
                <w:sz w:val="24"/>
                <w:szCs w:val="24"/>
              </w:rPr>
              <w:t>Autorytarne/dyrektywne i nie autorytarne/nie dyrektywne teorie wychowania. Istota, charakterystyka i znaczenie.</w:t>
            </w:r>
          </w:p>
        </w:tc>
      </w:tr>
      <w:tr w:rsidR="0085747A" w:rsidRPr="007F6401" w14:paraId="2BE21B37" w14:textId="77777777" w:rsidTr="005606F5">
        <w:tc>
          <w:tcPr>
            <w:tcW w:w="9520" w:type="dxa"/>
          </w:tcPr>
          <w:p w14:paraId="4802BB8E" w14:textId="1AF7C10B" w:rsidR="0085747A" w:rsidRPr="007F6401" w:rsidRDefault="00365A91" w:rsidP="00365A91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Możliwości i ograniczenia praktycznego zastosowania w</w:t>
            </w:r>
            <w:r w:rsidR="006C708E" w:rsidRPr="007F6401">
              <w:rPr>
                <w:rFonts w:ascii="Corbel" w:hAnsi="Corbel"/>
                <w:sz w:val="24"/>
                <w:szCs w:val="24"/>
              </w:rPr>
              <w:t>ybranych</w:t>
            </w:r>
            <w:r w:rsidR="00563B80" w:rsidRPr="007F6401">
              <w:rPr>
                <w:rFonts w:ascii="Corbel" w:hAnsi="Corbel"/>
                <w:sz w:val="24"/>
                <w:szCs w:val="24"/>
              </w:rPr>
              <w:t xml:space="preserve"> koncepcj</w:t>
            </w:r>
            <w:r w:rsidRPr="007F6401">
              <w:rPr>
                <w:rFonts w:ascii="Corbel" w:hAnsi="Corbel"/>
                <w:sz w:val="24"/>
                <w:szCs w:val="24"/>
              </w:rPr>
              <w:t>i</w:t>
            </w:r>
            <w:r w:rsidR="00563B80" w:rsidRPr="007F6401">
              <w:rPr>
                <w:rFonts w:ascii="Corbel" w:hAnsi="Corbel"/>
                <w:sz w:val="24"/>
                <w:szCs w:val="24"/>
              </w:rPr>
              <w:t xml:space="preserve"> współczesnej pedagogiki</w:t>
            </w:r>
            <w:r w:rsidR="0083781D" w:rsidRPr="007F6401">
              <w:rPr>
                <w:rFonts w:ascii="Corbel" w:hAnsi="Corbel"/>
                <w:sz w:val="24"/>
                <w:szCs w:val="24"/>
              </w:rPr>
              <w:t>:</w:t>
            </w:r>
            <w:r w:rsidR="00563B80" w:rsidRPr="007F64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6401">
              <w:rPr>
                <w:rFonts w:ascii="Corbel" w:hAnsi="Corbel"/>
                <w:sz w:val="24"/>
                <w:szCs w:val="24"/>
              </w:rPr>
              <w:t>behawioralnej</w:t>
            </w:r>
            <w:r w:rsidR="0083781D" w:rsidRPr="007F6401">
              <w:rPr>
                <w:rFonts w:ascii="Corbel" w:hAnsi="Corbel"/>
                <w:sz w:val="24"/>
                <w:szCs w:val="24"/>
              </w:rPr>
              <w:t xml:space="preserve">, kultury, </w:t>
            </w:r>
            <w:r w:rsidR="00563B80" w:rsidRPr="007F6401">
              <w:rPr>
                <w:rFonts w:ascii="Corbel" w:hAnsi="Corbel"/>
                <w:sz w:val="24"/>
                <w:szCs w:val="24"/>
              </w:rPr>
              <w:t>humanistyczn</w:t>
            </w:r>
            <w:r w:rsidRPr="007F6401">
              <w:rPr>
                <w:rFonts w:ascii="Corbel" w:hAnsi="Corbel"/>
                <w:sz w:val="24"/>
                <w:szCs w:val="24"/>
              </w:rPr>
              <w:t>ej</w:t>
            </w:r>
            <w:r w:rsidR="00563B80" w:rsidRPr="007F6401">
              <w:rPr>
                <w:rFonts w:ascii="Corbel" w:hAnsi="Corbel"/>
                <w:sz w:val="24"/>
                <w:szCs w:val="24"/>
              </w:rPr>
              <w:t>, personalistyczn</w:t>
            </w:r>
            <w:r w:rsidRPr="007F6401">
              <w:rPr>
                <w:rFonts w:ascii="Corbel" w:hAnsi="Corbel"/>
                <w:sz w:val="24"/>
                <w:szCs w:val="24"/>
              </w:rPr>
              <w:t>ej</w:t>
            </w:r>
            <w:r w:rsidR="00563B80" w:rsidRPr="007F640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6401">
              <w:rPr>
                <w:rFonts w:ascii="Corbel" w:hAnsi="Corbel"/>
                <w:sz w:val="24"/>
                <w:szCs w:val="24"/>
              </w:rPr>
              <w:t>krytycznej</w:t>
            </w:r>
            <w:r w:rsidR="00563B80" w:rsidRPr="007F6401">
              <w:rPr>
                <w:rFonts w:ascii="Corbel" w:hAnsi="Corbel"/>
                <w:sz w:val="24"/>
                <w:szCs w:val="24"/>
              </w:rPr>
              <w:t xml:space="preserve">, </w:t>
            </w:r>
            <w:r w:rsidR="001C6B25" w:rsidRPr="007F6401">
              <w:rPr>
                <w:rFonts w:ascii="Corbel" w:hAnsi="Corbel"/>
                <w:sz w:val="24"/>
                <w:szCs w:val="24"/>
              </w:rPr>
              <w:t>antypedagogik</w:t>
            </w:r>
            <w:r w:rsidRPr="007F6401">
              <w:rPr>
                <w:rFonts w:ascii="Corbel" w:hAnsi="Corbel"/>
                <w:sz w:val="24"/>
                <w:szCs w:val="24"/>
              </w:rPr>
              <w:t>i</w:t>
            </w:r>
            <w:r w:rsidR="001C6B25" w:rsidRPr="007F6401">
              <w:rPr>
                <w:rFonts w:ascii="Corbel" w:hAnsi="Corbel"/>
                <w:sz w:val="24"/>
                <w:szCs w:val="24"/>
              </w:rPr>
              <w:t xml:space="preserve">, </w:t>
            </w:r>
            <w:r w:rsidR="00563B80" w:rsidRPr="007F6401">
              <w:rPr>
                <w:rFonts w:ascii="Corbel" w:hAnsi="Corbel"/>
                <w:sz w:val="24"/>
                <w:szCs w:val="24"/>
              </w:rPr>
              <w:t>ponowoczesności</w:t>
            </w:r>
            <w:r w:rsidRPr="007F6401">
              <w:rPr>
                <w:rFonts w:ascii="Corbel" w:hAnsi="Corbel"/>
                <w:sz w:val="24"/>
                <w:szCs w:val="24"/>
              </w:rPr>
              <w:t xml:space="preserve"> ..</w:t>
            </w:r>
            <w:r w:rsidR="00563B80" w:rsidRPr="007F64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41C3B" w:rsidRPr="007F6401" w14:paraId="7F39378F" w14:textId="77777777" w:rsidTr="005606F5">
        <w:tc>
          <w:tcPr>
            <w:tcW w:w="9520" w:type="dxa"/>
          </w:tcPr>
          <w:p w14:paraId="2A93B2A5" w14:textId="602C5F21" w:rsidR="00541C3B" w:rsidRPr="007F6401" w:rsidRDefault="0083781D" w:rsidP="00AE5EB3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 xml:space="preserve">Możliwości i ograniczenia praktycznego zastosowania autorskich koncepcji wychowania: </w:t>
            </w:r>
            <w:r w:rsidR="00365A91"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>Petersen</w:t>
            </w:r>
            <w:r w:rsidR="00AE5EB3"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>a</w:t>
            </w:r>
            <w:r w:rsidR="00365A91"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, Korczaka, </w:t>
            </w:r>
            <w:proofErr w:type="spellStart"/>
            <w:r w:rsidR="00365A91"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>Freineta</w:t>
            </w:r>
            <w:proofErr w:type="spellEnd"/>
            <w:r w:rsidR="00365A91"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, Montessori, </w:t>
            </w:r>
            <w:r w:rsidR="00AE5EB3"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>Steinera (</w:t>
            </w:r>
            <w:proofErr w:type="spellStart"/>
            <w:r w:rsidR="00AE5EB3"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>p</w:t>
            </w:r>
            <w:r w:rsidR="006C708E"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>ed</w:t>
            </w:r>
            <w:proofErr w:type="spellEnd"/>
            <w:r w:rsidR="00AE5EB3"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="00AE5EB3"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>walfdorfskiej</w:t>
            </w:r>
            <w:proofErr w:type="spellEnd"/>
            <w:r w:rsidR="00AE5EB3"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>)</w:t>
            </w:r>
            <w:r w:rsidR="00365A91" w:rsidRPr="007F640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…</w:t>
            </w:r>
          </w:p>
        </w:tc>
      </w:tr>
      <w:tr w:rsidR="00541C3B" w:rsidRPr="007F6401" w14:paraId="5576E1A0" w14:textId="77777777" w:rsidTr="005606F5">
        <w:tc>
          <w:tcPr>
            <w:tcW w:w="9520" w:type="dxa"/>
          </w:tcPr>
          <w:p w14:paraId="4F6AF647" w14:textId="7A911119" w:rsidR="00541C3B" w:rsidRPr="007F6401" w:rsidRDefault="004D6714" w:rsidP="004D6714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Ocena skuteczności metod i form wychowania. Ewaluacja działań pedagogicznych (rola diagnozy pedagogicznej w ocenie skuteczności wychowania).</w:t>
            </w:r>
          </w:p>
        </w:tc>
      </w:tr>
      <w:tr w:rsidR="00563B80" w:rsidRPr="007F6401" w14:paraId="79D13962" w14:textId="77777777" w:rsidTr="005606F5">
        <w:tc>
          <w:tcPr>
            <w:tcW w:w="9520" w:type="dxa"/>
          </w:tcPr>
          <w:p w14:paraId="34353F7C" w14:textId="2170D286" w:rsidR="00563B80" w:rsidRPr="007F6401" w:rsidRDefault="00563B80" w:rsidP="00796AF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Media jako środowisko socjalizacyjne – telewizja, Internet, gry komputerowe</w:t>
            </w:r>
            <w:r w:rsidR="004D6714" w:rsidRPr="007F6401">
              <w:rPr>
                <w:rFonts w:ascii="Corbel" w:hAnsi="Corbel"/>
                <w:sz w:val="24"/>
                <w:szCs w:val="24"/>
              </w:rPr>
              <w:t>, reklamy, świat wirtualny.</w:t>
            </w:r>
          </w:p>
        </w:tc>
      </w:tr>
    </w:tbl>
    <w:p w14:paraId="1C3AE4A6" w14:textId="77777777" w:rsidR="0085747A" w:rsidRPr="007F640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7F640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F6401">
        <w:rPr>
          <w:rFonts w:ascii="Corbel" w:hAnsi="Corbel"/>
          <w:smallCaps w:val="0"/>
          <w:szCs w:val="24"/>
        </w:rPr>
        <w:t>3.4 Metody dydaktyczne</w:t>
      </w:r>
      <w:r w:rsidRPr="007F6401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7F64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72243" w14:textId="77777777" w:rsidR="00DF0681" w:rsidRPr="007F6401" w:rsidRDefault="00DF0681" w:rsidP="00DF0681">
      <w:pPr>
        <w:spacing w:after="0" w:line="240" w:lineRule="auto"/>
        <w:rPr>
          <w:rFonts w:ascii="Corbel" w:hAnsi="Corbel"/>
          <w:sz w:val="24"/>
          <w:szCs w:val="24"/>
        </w:rPr>
      </w:pPr>
      <w:r w:rsidRPr="007F6401">
        <w:rPr>
          <w:rFonts w:ascii="Corbel" w:hAnsi="Corbel"/>
          <w:sz w:val="24"/>
          <w:szCs w:val="24"/>
        </w:rPr>
        <w:t>A. Wykład: wykład z prezentacją multimedialną, projekcje filmów</w:t>
      </w:r>
    </w:p>
    <w:p w14:paraId="045A64D9" w14:textId="77777777" w:rsidR="00DF0681" w:rsidRPr="007F6401" w:rsidRDefault="00DF0681" w:rsidP="00DF0681">
      <w:pPr>
        <w:spacing w:after="0" w:line="240" w:lineRule="auto"/>
        <w:rPr>
          <w:rFonts w:ascii="Corbel" w:hAnsi="Corbel"/>
          <w:sz w:val="24"/>
          <w:szCs w:val="24"/>
        </w:rPr>
      </w:pPr>
      <w:r w:rsidRPr="007F6401">
        <w:rPr>
          <w:rFonts w:ascii="Corbel" w:hAnsi="Corbel"/>
          <w:sz w:val="24"/>
          <w:szCs w:val="24"/>
        </w:rPr>
        <w:t xml:space="preserve">B. Ćwiczenia audytoryjne: dyskusja, </w:t>
      </w:r>
      <w:proofErr w:type="spellStart"/>
      <w:r w:rsidRPr="007F6401">
        <w:rPr>
          <w:rFonts w:ascii="Corbel" w:hAnsi="Corbel"/>
          <w:sz w:val="24"/>
          <w:szCs w:val="24"/>
        </w:rPr>
        <w:t>microteaching</w:t>
      </w:r>
      <w:proofErr w:type="spellEnd"/>
      <w:r w:rsidRPr="007F6401">
        <w:rPr>
          <w:rFonts w:ascii="Corbel" w:hAnsi="Corbel"/>
          <w:sz w:val="24"/>
          <w:szCs w:val="24"/>
        </w:rPr>
        <w:t>, mapa pojęć, praca w grupach</w:t>
      </w:r>
    </w:p>
    <w:p w14:paraId="699D2F80" w14:textId="77777777" w:rsidR="00E960BB" w:rsidRPr="007F640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7F640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6401">
        <w:rPr>
          <w:rFonts w:ascii="Corbel" w:hAnsi="Corbel"/>
          <w:smallCaps w:val="0"/>
          <w:szCs w:val="24"/>
        </w:rPr>
        <w:t xml:space="preserve">4. </w:t>
      </w:r>
      <w:r w:rsidR="0085747A" w:rsidRPr="007F6401">
        <w:rPr>
          <w:rFonts w:ascii="Corbel" w:hAnsi="Corbel"/>
          <w:smallCaps w:val="0"/>
          <w:szCs w:val="24"/>
        </w:rPr>
        <w:t>METODY I KRYTERIA OCENY</w:t>
      </w:r>
      <w:r w:rsidR="009F4610" w:rsidRPr="007F6401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7F640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7F640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640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F6401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7F64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F6401" w14:paraId="1BC5FC0A" w14:textId="77777777" w:rsidTr="00150D32">
        <w:tc>
          <w:tcPr>
            <w:tcW w:w="1962" w:type="dxa"/>
            <w:vAlign w:val="center"/>
          </w:tcPr>
          <w:p w14:paraId="203F5135" w14:textId="77777777" w:rsidR="0085747A" w:rsidRPr="007F640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E53E0D7" w:rsidR="0085747A" w:rsidRPr="007F6401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8A18E3"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01CEC13F" w14:textId="77777777" w:rsidR="0085747A" w:rsidRPr="007F640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7F64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26452DA7" w:rsidR="0085747A" w:rsidRPr="007F64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7450ED" w:rsidRPr="007F640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F640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F6401" w14:paraId="4FFC276C" w14:textId="77777777" w:rsidTr="00150D32">
        <w:tc>
          <w:tcPr>
            <w:tcW w:w="1962" w:type="dxa"/>
          </w:tcPr>
          <w:p w14:paraId="1562D6DD" w14:textId="7C24CF51" w:rsidR="0085747A" w:rsidRPr="007F6401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401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0BD99DDA" w14:textId="2C104540" w:rsidR="0085747A" w:rsidRPr="007F6401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Egzamin, kolokwium, obserwacja w trakcie zajęć</w:t>
            </w:r>
          </w:p>
        </w:tc>
        <w:tc>
          <w:tcPr>
            <w:tcW w:w="2117" w:type="dxa"/>
          </w:tcPr>
          <w:p w14:paraId="36896533" w14:textId="5076FB9B" w:rsidR="0085747A" w:rsidRPr="007F6401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401">
              <w:rPr>
                <w:rFonts w:ascii="Corbel" w:hAnsi="Corbel"/>
                <w:b w:val="0"/>
                <w:szCs w:val="24"/>
              </w:rPr>
              <w:t>w, ćw</w:t>
            </w:r>
            <w:r w:rsidR="007450ED" w:rsidRPr="007F640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7F6401" w14:paraId="106C9F54" w14:textId="77777777" w:rsidTr="00150D32">
        <w:tc>
          <w:tcPr>
            <w:tcW w:w="1962" w:type="dxa"/>
          </w:tcPr>
          <w:p w14:paraId="17814888" w14:textId="77B8507C" w:rsidR="0085747A" w:rsidRPr="007F6401" w:rsidRDefault="0085747A" w:rsidP="00150D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401">
              <w:rPr>
                <w:rFonts w:ascii="Corbel" w:hAnsi="Corbel"/>
                <w:b w:val="0"/>
                <w:szCs w:val="24"/>
              </w:rPr>
              <w:t>Ek_</w:t>
            </w:r>
            <w:r w:rsidR="00150D32" w:rsidRPr="007F6401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5C84B44" w14:textId="59F1895A" w:rsidR="0085747A" w:rsidRPr="007F6401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Egzamin, kolokwium, obserwacja w trakcie zajęć</w:t>
            </w:r>
          </w:p>
        </w:tc>
        <w:tc>
          <w:tcPr>
            <w:tcW w:w="2117" w:type="dxa"/>
          </w:tcPr>
          <w:p w14:paraId="7FFC62F0" w14:textId="7F9F40E5" w:rsidR="0085747A" w:rsidRPr="007F6401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401">
              <w:rPr>
                <w:rFonts w:ascii="Corbel" w:hAnsi="Corbel"/>
                <w:b w:val="0"/>
                <w:szCs w:val="24"/>
              </w:rPr>
              <w:t>w, ćw</w:t>
            </w:r>
            <w:r w:rsidR="007450ED" w:rsidRPr="007F640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50D32" w:rsidRPr="007F6401" w14:paraId="36C1687C" w14:textId="77777777" w:rsidTr="00150D32">
        <w:tc>
          <w:tcPr>
            <w:tcW w:w="1962" w:type="dxa"/>
          </w:tcPr>
          <w:p w14:paraId="55BE57F2" w14:textId="68425B03" w:rsidR="00150D32" w:rsidRPr="007F6401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40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240C9D7" w14:textId="06952453" w:rsidR="00150D32" w:rsidRPr="007F6401" w:rsidRDefault="008152AE" w:rsidP="00DA76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Egzamin, kolokwium, obserwacja w trakcie zajęć, referat</w:t>
            </w:r>
            <w:r w:rsidR="00A736AC" w:rsidRPr="007F6401">
              <w:rPr>
                <w:rFonts w:ascii="Corbel" w:hAnsi="Corbel"/>
                <w:b w:val="0"/>
                <w:smallCaps w:val="0"/>
                <w:szCs w:val="24"/>
              </w:rPr>
              <w:t>/prezentacja mult</w:t>
            </w:r>
            <w:r w:rsidR="00DA760C" w:rsidRPr="007F6401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A736AC" w:rsidRPr="007F6401">
              <w:rPr>
                <w:rFonts w:ascii="Corbel" w:hAnsi="Corbel"/>
                <w:b w:val="0"/>
                <w:smallCaps w:val="0"/>
                <w:szCs w:val="24"/>
              </w:rPr>
              <w:t>medialna</w:t>
            </w:r>
          </w:p>
        </w:tc>
        <w:tc>
          <w:tcPr>
            <w:tcW w:w="2117" w:type="dxa"/>
          </w:tcPr>
          <w:p w14:paraId="0A8BF84D" w14:textId="1B899E5C" w:rsidR="00150D32" w:rsidRPr="007F6401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401">
              <w:rPr>
                <w:rFonts w:ascii="Corbel" w:hAnsi="Corbel"/>
                <w:b w:val="0"/>
                <w:szCs w:val="24"/>
              </w:rPr>
              <w:t>w, ćw</w:t>
            </w:r>
            <w:r w:rsidR="007450ED" w:rsidRPr="007F640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50D32" w:rsidRPr="007F6401" w14:paraId="2C46E10D" w14:textId="77777777" w:rsidTr="00150D32">
        <w:tc>
          <w:tcPr>
            <w:tcW w:w="1962" w:type="dxa"/>
          </w:tcPr>
          <w:p w14:paraId="6ACC36D0" w14:textId="3476188A" w:rsidR="00150D32" w:rsidRPr="007F6401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40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75FC498" w14:textId="5D785BF6" w:rsidR="00150D32" w:rsidRPr="007F6401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Egzamin, kolokwium, obserwacja w trakcie zajęć, projekt</w:t>
            </w:r>
          </w:p>
        </w:tc>
        <w:tc>
          <w:tcPr>
            <w:tcW w:w="2117" w:type="dxa"/>
          </w:tcPr>
          <w:p w14:paraId="7005DEF2" w14:textId="098CEAFE" w:rsidR="00150D32" w:rsidRPr="007F6401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401">
              <w:rPr>
                <w:rFonts w:ascii="Corbel" w:hAnsi="Corbel"/>
                <w:b w:val="0"/>
                <w:szCs w:val="24"/>
              </w:rPr>
              <w:t>w, ćw</w:t>
            </w:r>
            <w:r w:rsidR="007450ED" w:rsidRPr="007F640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50D32" w:rsidRPr="007F6401" w14:paraId="33029BB2" w14:textId="77777777" w:rsidTr="00150D32">
        <w:tc>
          <w:tcPr>
            <w:tcW w:w="1962" w:type="dxa"/>
          </w:tcPr>
          <w:p w14:paraId="0597DA46" w14:textId="1DD86F1D" w:rsidR="00150D32" w:rsidRPr="007F6401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40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D9D5E90" w14:textId="63F07E3E" w:rsidR="00150D32" w:rsidRPr="007F6401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Egzamin, kolokwium, obserwacja w trakcie zajęć, projekt</w:t>
            </w:r>
          </w:p>
        </w:tc>
        <w:tc>
          <w:tcPr>
            <w:tcW w:w="2117" w:type="dxa"/>
          </w:tcPr>
          <w:p w14:paraId="09418E74" w14:textId="7E1FD542" w:rsidR="00150D32" w:rsidRPr="007F6401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401">
              <w:rPr>
                <w:rFonts w:ascii="Corbel" w:hAnsi="Corbel"/>
                <w:b w:val="0"/>
                <w:szCs w:val="24"/>
              </w:rPr>
              <w:t>w, ćw</w:t>
            </w:r>
            <w:r w:rsidR="007450ED" w:rsidRPr="007F640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50D32" w:rsidRPr="007F6401" w14:paraId="498D3B95" w14:textId="77777777" w:rsidTr="00150D32">
        <w:tc>
          <w:tcPr>
            <w:tcW w:w="1962" w:type="dxa"/>
          </w:tcPr>
          <w:p w14:paraId="775C7442" w14:textId="43C41623" w:rsidR="00150D32" w:rsidRPr="007F6401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40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0E4F885" w14:textId="1700EEA6" w:rsidR="00150D32" w:rsidRPr="007F6401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B1ED98F" w14:textId="1C238D90" w:rsidR="00150D32" w:rsidRPr="007F6401" w:rsidRDefault="008152AE" w:rsidP="008152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401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2292305" w14:textId="77777777" w:rsidR="00923D7D" w:rsidRPr="007F640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7F640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6401">
        <w:rPr>
          <w:rFonts w:ascii="Corbel" w:hAnsi="Corbel"/>
          <w:smallCaps w:val="0"/>
          <w:szCs w:val="24"/>
        </w:rPr>
        <w:t xml:space="preserve">4.2 </w:t>
      </w:r>
      <w:r w:rsidR="0085747A" w:rsidRPr="007F640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F6401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7F640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F6401" w14:paraId="717AAAA9" w14:textId="77777777" w:rsidTr="00923D7D">
        <w:tc>
          <w:tcPr>
            <w:tcW w:w="9670" w:type="dxa"/>
          </w:tcPr>
          <w:p w14:paraId="069A43A2" w14:textId="77777777" w:rsidR="005D4F2D" w:rsidRPr="007F6401" w:rsidRDefault="005D4F2D" w:rsidP="005D4F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7F6401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14:paraId="67214543" w14:textId="77777777" w:rsidR="005D4F2D" w:rsidRPr="007F6401" w:rsidRDefault="005D4F2D" w:rsidP="005D4F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7F6401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 </w:t>
            </w:r>
          </w:p>
          <w:p w14:paraId="026B0A03" w14:textId="77777777" w:rsidR="005D4F2D" w:rsidRPr="007F6401" w:rsidRDefault="005D4F2D" w:rsidP="005D4F2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5F6BD36E" w14:textId="77777777" w:rsidR="005D4F2D" w:rsidRPr="007F6401" w:rsidRDefault="005D4F2D" w:rsidP="005D4F2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proofErr w:type="spellStart"/>
            <w:r w:rsidRPr="007F6401">
              <w:rPr>
                <w:rFonts w:ascii="Corbel" w:hAnsi="Corbel"/>
                <w:i/>
                <w:sz w:val="24"/>
                <w:szCs w:val="24"/>
              </w:rPr>
              <w:t>microteaching</w:t>
            </w:r>
            <w:proofErr w:type="spellEnd"/>
            <w:r w:rsidRPr="007F6401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469B0199" w14:textId="77777777" w:rsidR="005D4F2D" w:rsidRPr="007F6401" w:rsidRDefault="005D4F2D" w:rsidP="005D4F2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439924DF" w14:textId="77777777" w:rsidR="005D4F2D" w:rsidRPr="007F6401" w:rsidRDefault="005D4F2D" w:rsidP="005D4F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65285421" w14:textId="77777777" w:rsidR="005D4F2D" w:rsidRPr="007F6401" w:rsidRDefault="005D4F2D" w:rsidP="005D4F2D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57305D03" w14:textId="77777777" w:rsidR="005D4F2D" w:rsidRPr="007F6401" w:rsidRDefault="005D4F2D" w:rsidP="005D4F2D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756D32EC" w14:textId="77777777" w:rsidR="005D4F2D" w:rsidRPr="007F6401" w:rsidRDefault="005D4F2D" w:rsidP="005D4F2D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79478B15" w14:textId="77777777" w:rsidR="005D4F2D" w:rsidRPr="007F6401" w:rsidRDefault="005D4F2D" w:rsidP="005D4F2D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48AF8E81" w14:textId="77777777" w:rsidR="005D4F2D" w:rsidRPr="007F6401" w:rsidRDefault="005D4F2D" w:rsidP="005D4F2D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6C3D2FD5" w:rsidR="0085747A" w:rsidRPr="007F6401" w:rsidRDefault="005D4F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7F64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7F640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F6401">
        <w:rPr>
          <w:rFonts w:ascii="Corbel" w:hAnsi="Corbel"/>
          <w:b/>
          <w:sz w:val="24"/>
          <w:szCs w:val="24"/>
        </w:rPr>
        <w:t xml:space="preserve">5. </w:t>
      </w:r>
      <w:r w:rsidR="00C61DC5" w:rsidRPr="007F640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7F64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F6401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7F64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640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F640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F640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7F64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640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F640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F640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F640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F6401" w14:paraId="65D5206F" w14:textId="77777777" w:rsidTr="00923D7D">
        <w:tc>
          <w:tcPr>
            <w:tcW w:w="4962" w:type="dxa"/>
          </w:tcPr>
          <w:p w14:paraId="73C4A980" w14:textId="77777777" w:rsidR="0085747A" w:rsidRPr="007F6401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G</w:t>
            </w:r>
            <w:r w:rsidR="0085747A" w:rsidRPr="007F640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F640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F640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F6401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F6401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7F6401">
              <w:rPr>
                <w:rFonts w:ascii="Corbel" w:hAnsi="Corbel"/>
                <w:sz w:val="24"/>
                <w:szCs w:val="24"/>
              </w:rPr>
              <w:t> </w:t>
            </w:r>
            <w:r w:rsidR="0045729E" w:rsidRPr="007F6401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7F64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6401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7F64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4CC0287E" w:rsidR="0085747A" w:rsidRPr="007F6401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7F6401" w14:paraId="3AEF2982" w14:textId="77777777" w:rsidTr="00923D7D">
        <w:tc>
          <w:tcPr>
            <w:tcW w:w="4962" w:type="dxa"/>
          </w:tcPr>
          <w:p w14:paraId="3C4A3437" w14:textId="77777777" w:rsidR="00C61DC5" w:rsidRPr="007F64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7F640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B0441C" w14:textId="77777777" w:rsidR="00FB1B25" w:rsidRPr="007F64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 xml:space="preserve">(udział </w:t>
            </w:r>
            <w:r w:rsidR="00FB1B25" w:rsidRPr="007F6401">
              <w:rPr>
                <w:rFonts w:ascii="Corbel" w:hAnsi="Corbel"/>
                <w:sz w:val="24"/>
                <w:szCs w:val="24"/>
              </w:rPr>
              <w:t>:</w:t>
            </w:r>
          </w:p>
          <w:p w14:paraId="03F3772F" w14:textId="0215216F" w:rsidR="00FB1B25" w:rsidRPr="007F64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 xml:space="preserve">w konsultacjach, </w:t>
            </w:r>
          </w:p>
          <w:p w14:paraId="05C1FF6C" w14:textId="24C0651B" w:rsidR="00C61DC5" w:rsidRPr="007F64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77" w:type="dxa"/>
          </w:tcPr>
          <w:p w14:paraId="6D4DF207" w14:textId="77777777" w:rsidR="00C61DC5" w:rsidRPr="007F64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E426DA7" w14:textId="77777777" w:rsidR="00FB1B25" w:rsidRPr="007F6401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F3A1E7F" w14:textId="77777777" w:rsidR="00FB1B25" w:rsidRPr="007F6401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2</w:t>
            </w:r>
          </w:p>
          <w:p w14:paraId="7E7072C0" w14:textId="43B0A50F" w:rsidR="00FB1B25" w:rsidRPr="007F6401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7F6401" w14:paraId="1BA9975F" w14:textId="77777777" w:rsidTr="00923D7D">
        <w:tc>
          <w:tcPr>
            <w:tcW w:w="4962" w:type="dxa"/>
          </w:tcPr>
          <w:p w14:paraId="04184083" w14:textId="77777777" w:rsidR="0071620A" w:rsidRPr="007F64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F640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F640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77777777" w:rsidR="00C61DC5" w:rsidRPr="007F64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5F951DD9" w:rsidR="00C61DC5" w:rsidRPr="007F6401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85747A" w:rsidRPr="007F6401" w14:paraId="512C1130" w14:textId="77777777" w:rsidTr="00923D7D">
        <w:tc>
          <w:tcPr>
            <w:tcW w:w="4962" w:type="dxa"/>
          </w:tcPr>
          <w:p w14:paraId="5420E74F" w14:textId="77777777" w:rsidR="0085747A" w:rsidRPr="007F64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D56ACB3" w14:textId="1B5E973C" w:rsidR="0085747A" w:rsidRPr="007F6401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7F6401" w14:paraId="70BE77DC" w14:textId="77777777" w:rsidTr="00923D7D">
        <w:tc>
          <w:tcPr>
            <w:tcW w:w="4962" w:type="dxa"/>
          </w:tcPr>
          <w:p w14:paraId="229C4730" w14:textId="77777777" w:rsidR="0085747A" w:rsidRPr="007F64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640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16DC969E" w:rsidR="0085747A" w:rsidRPr="007F6401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40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092556" w14:textId="77777777" w:rsidR="0085747A" w:rsidRPr="007F640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F640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F640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7F640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7F640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6401">
        <w:rPr>
          <w:rFonts w:ascii="Corbel" w:hAnsi="Corbel"/>
          <w:smallCaps w:val="0"/>
          <w:szCs w:val="24"/>
        </w:rPr>
        <w:t xml:space="preserve">6. </w:t>
      </w:r>
      <w:r w:rsidR="0085747A" w:rsidRPr="007F6401">
        <w:rPr>
          <w:rFonts w:ascii="Corbel" w:hAnsi="Corbel"/>
          <w:smallCaps w:val="0"/>
          <w:szCs w:val="24"/>
        </w:rPr>
        <w:t>PRAKTYKI ZAWO</w:t>
      </w:r>
      <w:r w:rsidR="009C1331" w:rsidRPr="007F640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7F640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F6401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7F64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6CDA4090" w:rsidR="0085747A" w:rsidRPr="007F6401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</w:t>
            </w:r>
          </w:p>
        </w:tc>
      </w:tr>
      <w:tr w:rsidR="0085747A" w:rsidRPr="007F6401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7F64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CDB92E5" w:rsidR="0085747A" w:rsidRPr="007F6401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14:paraId="022DC013" w14:textId="77777777" w:rsidR="003E1941" w:rsidRPr="007F640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7F64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6401">
        <w:rPr>
          <w:rFonts w:ascii="Corbel" w:hAnsi="Corbel"/>
          <w:smallCaps w:val="0"/>
          <w:szCs w:val="24"/>
        </w:rPr>
        <w:t xml:space="preserve">7. </w:t>
      </w:r>
      <w:r w:rsidR="0085747A" w:rsidRPr="007F6401">
        <w:rPr>
          <w:rFonts w:ascii="Corbel" w:hAnsi="Corbel"/>
          <w:smallCaps w:val="0"/>
          <w:szCs w:val="24"/>
        </w:rPr>
        <w:t>LITERATURA</w:t>
      </w:r>
      <w:r w:rsidRPr="007F6401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7F64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7F6401" w14:paraId="67DF81D3" w14:textId="77777777" w:rsidTr="00DF3CED">
        <w:trPr>
          <w:trHeight w:val="397"/>
        </w:trPr>
        <w:tc>
          <w:tcPr>
            <w:tcW w:w="9356" w:type="dxa"/>
          </w:tcPr>
          <w:p w14:paraId="28E911B2" w14:textId="77777777" w:rsidR="0085747A" w:rsidRPr="007F6401" w:rsidRDefault="0085747A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56DF690" w14:textId="77777777" w:rsidR="00E279B0" w:rsidRPr="007F6401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Desmurget</w:t>
            </w:r>
            <w:proofErr w:type="spellEnd"/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7F64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Teleogłupianie</w:t>
            </w:r>
            <w:proofErr w:type="spellEnd"/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Czarna Owca, 2012.</w:t>
            </w:r>
          </w:p>
          <w:p w14:paraId="08F7A9BD" w14:textId="12A7BD47" w:rsidR="00E279B0" w:rsidRPr="007F6401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Dudzikowa M.; </w:t>
            </w:r>
            <w:proofErr w:type="spellStart"/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Czerepaniak</w:t>
            </w:r>
            <w:proofErr w:type="spellEnd"/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-Walczak M., </w:t>
            </w:r>
            <w:r w:rsidRPr="007F64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Wychowanie. Pojęcia. Procesy. Konteksty. Interdyscyplinarne ujęcie</w:t>
            </w: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T. 1, Gdańsk GWP 2007.</w:t>
            </w:r>
          </w:p>
          <w:p w14:paraId="05BCFED2" w14:textId="77777777" w:rsidR="00E279B0" w:rsidRPr="007F6401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Janicka I, Liberska H., </w:t>
            </w:r>
            <w:r w:rsidRPr="007F64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rodziny</w:t>
            </w: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PWN, 2014.</w:t>
            </w:r>
          </w:p>
          <w:p w14:paraId="3E88633B" w14:textId="77777777" w:rsidR="00E279B0" w:rsidRPr="007F6401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Łobocki M., </w:t>
            </w:r>
            <w:r w:rsidRPr="007F64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ABC wychowania</w:t>
            </w: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Lublin: UMCS, 1999.</w:t>
            </w:r>
          </w:p>
          <w:p w14:paraId="2EF2839C" w14:textId="6B028E5A" w:rsidR="00E279B0" w:rsidRPr="007F6401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Patzlaff</w:t>
            </w:r>
            <w:proofErr w:type="spellEnd"/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7F64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Zastygłe spojrzenie. Fizjologiczne skutki patrzenia na ekran a rozwój dziecka</w:t>
            </w: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Kraków: Impuls 2008.</w:t>
            </w:r>
          </w:p>
          <w:p w14:paraId="7A5BF366" w14:textId="04C97962" w:rsidR="00E279B0" w:rsidRPr="007F6401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Śliwerski B, Kwieciński Z. (red.),</w:t>
            </w:r>
            <w:r w:rsidRPr="007F64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Pedagogika. Podręcznik akademicki</w:t>
            </w: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1, 2,. Warszawa: PWN 2004,</w:t>
            </w:r>
          </w:p>
          <w:p w14:paraId="7A106CE7" w14:textId="77777777" w:rsidR="00E279B0" w:rsidRPr="007F6401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Pilch T., </w:t>
            </w:r>
            <w:r w:rsidRPr="007F64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Zasady badań pedagogicznych</w:t>
            </w: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Żak, 1995</w:t>
            </w:r>
          </w:p>
          <w:p w14:paraId="17952776" w14:textId="4A87BC77" w:rsidR="00E279B0" w:rsidRPr="007F6401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Szlendak</w:t>
            </w:r>
            <w:proofErr w:type="spellEnd"/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7F64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rodziny. Ewolucja, historia, zróżnicowanie.</w:t>
            </w: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Wyd. Naukowe PWN, 2010.</w:t>
            </w:r>
          </w:p>
          <w:p w14:paraId="56070F37" w14:textId="018D43A4" w:rsidR="000931CD" w:rsidRPr="007F6401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Ziemska M., </w:t>
            </w:r>
            <w:r w:rsidRPr="007F64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Postawy rodzicielskie</w:t>
            </w: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Wiedza Powszechna, 2009.</w:t>
            </w:r>
          </w:p>
        </w:tc>
      </w:tr>
      <w:tr w:rsidR="0085747A" w:rsidRPr="007F6401" w14:paraId="6981F2E0" w14:textId="77777777" w:rsidTr="00DF3CED">
        <w:trPr>
          <w:trHeight w:val="397"/>
        </w:trPr>
        <w:tc>
          <w:tcPr>
            <w:tcW w:w="9356" w:type="dxa"/>
          </w:tcPr>
          <w:p w14:paraId="319E3F11" w14:textId="044C8777" w:rsidR="0085747A" w:rsidRPr="007F6401" w:rsidRDefault="000931C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B0FAEB2" w14:textId="35560B98" w:rsidR="00DF3CED" w:rsidRPr="007F6401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Pilch T. (red.),</w:t>
            </w:r>
            <w:r w:rsidRPr="007F64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Encyklopedia pedagogiczna XXI wieku, Warszawa: Żak, 2008</w:t>
            </w:r>
          </w:p>
          <w:p w14:paraId="093708C8" w14:textId="385F8386" w:rsidR="00DF3CED" w:rsidRPr="007F6401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Nachimas</w:t>
            </w:r>
            <w:proofErr w:type="spellEnd"/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Nachimas</w:t>
            </w:r>
            <w:proofErr w:type="spellEnd"/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7F64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 badawcze w naukach społecznych, </w:t>
            </w: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Poznań: Zysk i S-ka, 2001.</w:t>
            </w:r>
          </w:p>
          <w:p w14:paraId="26E3CF3F" w14:textId="22F3E1C6" w:rsidR="00DF3CED" w:rsidRPr="007F6401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Hejnicka-Bezwińska</w:t>
            </w:r>
            <w:proofErr w:type="spellEnd"/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7F64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ogólna</w:t>
            </w: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Wydawnictwa Akademickie i Profesjonalne, 2008.</w:t>
            </w:r>
          </w:p>
          <w:p w14:paraId="75827430" w14:textId="229243AD" w:rsidR="00DF3CED" w:rsidRPr="007F6401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Izdebska J.,</w:t>
            </w:r>
            <w:r w:rsidRPr="007F64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Rodzina, dziecko, telewizja: szanse wychowawcze i zagrożenia telewizji.</w:t>
            </w: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Białystok: Trans Humana 1996.</w:t>
            </w:r>
          </w:p>
          <w:p w14:paraId="7DB9D8E4" w14:textId="77777777" w:rsidR="00DF3CED" w:rsidRPr="007F6401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Jundziłł I.,</w:t>
            </w:r>
            <w:r w:rsidRPr="007F64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Dziecko ofiara przemocy</w:t>
            </w: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WSiP 1993.</w:t>
            </w:r>
          </w:p>
          <w:p w14:paraId="04847B7C" w14:textId="4CA8C393" w:rsidR="000931CD" w:rsidRPr="007F6401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Karkowska M., Czarnecka W.,</w:t>
            </w:r>
            <w:r w:rsidRPr="007F64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Przemoc w szkole</w:t>
            </w:r>
            <w:r w:rsidRPr="007F6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Impuls 2000.</w:t>
            </w:r>
          </w:p>
        </w:tc>
      </w:tr>
    </w:tbl>
    <w:p w14:paraId="394F695F" w14:textId="77777777" w:rsidR="0085747A" w:rsidRPr="007F64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7F64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7F640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F64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F64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D97149" w14:textId="77777777" w:rsidR="00E72B2F" w:rsidRDefault="00E72B2F" w:rsidP="00C16ABF">
      <w:pPr>
        <w:spacing w:after="0" w:line="240" w:lineRule="auto"/>
      </w:pPr>
      <w:r>
        <w:separator/>
      </w:r>
    </w:p>
  </w:endnote>
  <w:endnote w:type="continuationSeparator" w:id="0">
    <w:p w14:paraId="16D0CDE4" w14:textId="77777777" w:rsidR="00E72B2F" w:rsidRDefault="00E72B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4C08E8" w14:textId="77777777" w:rsidR="00E72B2F" w:rsidRDefault="00E72B2F" w:rsidP="00C16ABF">
      <w:pPr>
        <w:spacing w:after="0" w:line="240" w:lineRule="auto"/>
      </w:pPr>
      <w:r>
        <w:separator/>
      </w:r>
    </w:p>
  </w:footnote>
  <w:footnote w:type="continuationSeparator" w:id="0">
    <w:p w14:paraId="4243BB3C" w14:textId="77777777" w:rsidR="00E72B2F" w:rsidRDefault="00E72B2F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0F2F2F"/>
    <w:multiLevelType w:val="hybridMultilevel"/>
    <w:tmpl w:val="CAC43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D80C6F"/>
    <w:multiLevelType w:val="hybridMultilevel"/>
    <w:tmpl w:val="C904391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8A7293"/>
    <w:multiLevelType w:val="hybridMultilevel"/>
    <w:tmpl w:val="79ECF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CD6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CF4"/>
    <w:rsid w:val="00077F92"/>
    <w:rsid w:val="00084C12"/>
    <w:rsid w:val="000931CD"/>
    <w:rsid w:val="0009462C"/>
    <w:rsid w:val="00094B12"/>
    <w:rsid w:val="00096C46"/>
    <w:rsid w:val="000A296F"/>
    <w:rsid w:val="000A2A28"/>
    <w:rsid w:val="000B1151"/>
    <w:rsid w:val="000B192D"/>
    <w:rsid w:val="000B28EE"/>
    <w:rsid w:val="000B3E37"/>
    <w:rsid w:val="000D04B0"/>
    <w:rsid w:val="000E0DEA"/>
    <w:rsid w:val="000F1C57"/>
    <w:rsid w:val="000F5615"/>
    <w:rsid w:val="00124BFF"/>
    <w:rsid w:val="0012560E"/>
    <w:rsid w:val="00127108"/>
    <w:rsid w:val="00134B13"/>
    <w:rsid w:val="00146BC0"/>
    <w:rsid w:val="00150D32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313D"/>
    <w:rsid w:val="001C6B25"/>
    <w:rsid w:val="001D657B"/>
    <w:rsid w:val="001D7B54"/>
    <w:rsid w:val="001E0209"/>
    <w:rsid w:val="001F2CA2"/>
    <w:rsid w:val="00212D76"/>
    <w:rsid w:val="002144C0"/>
    <w:rsid w:val="00223ECB"/>
    <w:rsid w:val="0022477D"/>
    <w:rsid w:val="002278A9"/>
    <w:rsid w:val="002336F9"/>
    <w:rsid w:val="0024028F"/>
    <w:rsid w:val="00244ABC"/>
    <w:rsid w:val="00267C6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974"/>
    <w:rsid w:val="002D3375"/>
    <w:rsid w:val="002D73D4"/>
    <w:rsid w:val="002F02A3"/>
    <w:rsid w:val="002F4ABE"/>
    <w:rsid w:val="003018BA"/>
    <w:rsid w:val="0030395F"/>
    <w:rsid w:val="00305C92"/>
    <w:rsid w:val="0031322A"/>
    <w:rsid w:val="003151C5"/>
    <w:rsid w:val="003343CF"/>
    <w:rsid w:val="00346FE9"/>
    <w:rsid w:val="0034759A"/>
    <w:rsid w:val="003503F6"/>
    <w:rsid w:val="003530DD"/>
    <w:rsid w:val="00353CAD"/>
    <w:rsid w:val="00354161"/>
    <w:rsid w:val="00363F78"/>
    <w:rsid w:val="00365A91"/>
    <w:rsid w:val="003A0A5B"/>
    <w:rsid w:val="003A1176"/>
    <w:rsid w:val="003A1F59"/>
    <w:rsid w:val="003C0BAE"/>
    <w:rsid w:val="003C0C5A"/>
    <w:rsid w:val="003C5AC2"/>
    <w:rsid w:val="003D18A9"/>
    <w:rsid w:val="003D6CE2"/>
    <w:rsid w:val="003E1941"/>
    <w:rsid w:val="003E2FE6"/>
    <w:rsid w:val="003E49D5"/>
    <w:rsid w:val="003F13F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04C"/>
    <w:rsid w:val="0047598D"/>
    <w:rsid w:val="00475F5A"/>
    <w:rsid w:val="004840FD"/>
    <w:rsid w:val="00490F7D"/>
    <w:rsid w:val="00491678"/>
    <w:rsid w:val="004968E2"/>
    <w:rsid w:val="004A3EEA"/>
    <w:rsid w:val="004A4D1F"/>
    <w:rsid w:val="004A5FC8"/>
    <w:rsid w:val="004D5282"/>
    <w:rsid w:val="004D6714"/>
    <w:rsid w:val="004F1551"/>
    <w:rsid w:val="004F55A3"/>
    <w:rsid w:val="0050496F"/>
    <w:rsid w:val="00513B6F"/>
    <w:rsid w:val="00517C63"/>
    <w:rsid w:val="00526C94"/>
    <w:rsid w:val="005363C4"/>
    <w:rsid w:val="00536BDE"/>
    <w:rsid w:val="00541C3B"/>
    <w:rsid w:val="00543ACC"/>
    <w:rsid w:val="005606F5"/>
    <w:rsid w:val="00563B80"/>
    <w:rsid w:val="0056696D"/>
    <w:rsid w:val="00573EF9"/>
    <w:rsid w:val="0059484D"/>
    <w:rsid w:val="005A0855"/>
    <w:rsid w:val="005A3196"/>
    <w:rsid w:val="005C080F"/>
    <w:rsid w:val="005C55E5"/>
    <w:rsid w:val="005C696A"/>
    <w:rsid w:val="005D4F2D"/>
    <w:rsid w:val="005E0A30"/>
    <w:rsid w:val="005E6E85"/>
    <w:rsid w:val="005F31D2"/>
    <w:rsid w:val="0061029B"/>
    <w:rsid w:val="00617230"/>
    <w:rsid w:val="00621CE1"/>
    <w:rsid w:val="00627FC9"/>
    <w:rsid w:val="00647FA8"/>
    <w:rsid w:val="00650492"/>
    <w:rsid w:val="00650C5F"/>
    <w:rsid w:val="00650E6C"/>
    <w:rsid w:val="00651E0E"/>
    <w:rsid w:val="00654934"/>
    <w:rsid w:val="006620D9"/>
    <w:rsid w:val="00667F37"/>
    <w:rsid w:val="00671958"/>
    <w:rsid w:val="00673147"/>
    <w:rsid w:val="00675843"/>
    <w:rsid w:val="00696477"/>
    <w:rsid w:val="006C708E"/>
    <w:rsid w:val="006D050F"/>
    <w:rsid w:val="006D054D"/>
    <w:rsid w:val="006D6139"/>
    <w:rsid w:val="006E5D65"/>
    <w:rsid w:val="006F1282"/>
    <w:rsid w:val="006F1FBC"/>
    <w:rsid w:val="006F31E2"/>
    <w:rsid w:val="00706544"/>
    <w:rsid w:val="007072BA"/>
    <w:rsid w:val="0071620A"/>
    <w:rsid w:val="00722B38"/>
    <w:rsid w:val="00724677"/>
    <w:rsid w:val="00725459"/>
    <w:rsid w:val="007327BD"/>
    <w:rsid w:val="00734608"/>
    <w:rsid w:val="007450ED"/>
    <w:rsid w:val="00745302"/>
    <w:rsid w:val="007461D6"/>
    <w:rsid w:val="00746EC8"/>
    <w:rsid w:val="00763BF1"/>
    <w:rsid w:val="00766FD4"/>
    <w:rsid w:val="0078168C"/>
    <w:rsid w:val="00782BD9"/>
    <w:rsid w:val="00787C2A"/>
    <w:rsid w:val="00790E27"/>
    <w:rsid w:val="00796AFA"/>
    <w:rsid w:val="007A4022"/>
    <w:rsid w:val="007A6E6E"/>
    <w:rsid w:val="007C3299"/>
    <w:rsid w:val="007C3BCC"/>
    <w:rsid w:val="007C4546"/>
    <w:rsid w:val="007D6E56"/>
    <w:rsid w:val="007D6E75"/>
    <w:rsid w:val="007E2FFD"/>
    <w:rsid w:val="007F1652"/>
    <w:rsid w:val="007F4155"/>
    <w:rsid w:val="007F6401"/>
    <w:rsid w:val="008152AE"/>
    <w:rsid w:val="0081554D"/>
    <w:rsid w:val="0081707E"/>
    <w:rsid w:val="00817C4D"/>
    <w:rsid w:val="0083781D"/>
    <w:rsid w:val="008449B3"/>
    <w:rsid w:val="0085747A"/>
    <w:rsid w:val="00884922"/>
    <w:rsid w:val="00885F64"/>
    <w:rsid w:val="0089059F"/>
    <w:rsid w:val="008917F9"/>
    <w:rsid w:val="008A18E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271"/>
    <w:rsid w:val="00923D7D"/>
    <w:rsid w:val="009508DF"/>
    <w:rsid w:val="00950DAC"/>
    <w:rsid w:val="009521C9"/>
    <w:rsid w:val="00954A07"/>
    <w:rsid w:val="00997F14"/>
    <w:rsid w:val="009A78D9"/>
    <w:rsid w:val="009C1331"/>
    <w:rsid w:val="009C3E31"/>
    <w:rsid w:val="009C54AE"/>
    <w:rsid w:val="009C788E"/>
    <w:rsid w:val="009D708E"/>
    <w:rsid w:val="009E3B41"/>
    <w:rsid w:val="009F3C5C"/>
    <w:rsid w:val="009F4610"/>
    <w:rsid w:val="00A00ECC"/>
    <w:rsid w:val="00A05829"/>
    <w:rsid w:val="00A155EE"/>
    <w:rsid w:val="00A2245B"/>
    <w:rsid w:val="00A30110"/>
    <w:rsid w:val="00A36899"/>
    <w:rsid w:val="00A371F6"/>
    <w:rsid w:val="00A3763B"/>
    <w:rsid w:val="00A43BF6"/>
    <w:rsid w:val="00A53FA5"/>
    <w:rsid w:val="00A54817"/>
    <w:rsid w:val="00A601C8"/>
    <w:rsid w:val="00A60799"/>
    <w:rsid w:val="00A64F37"/>
    <w:rsid w:val="00A66C45"/>
    <w:rsid w:val="00A736A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EB3"/>
    <w:rsid w:val="00AE5FCB"/>
    <w:rsid w:val="00AF2C1E"/>
    <w:rsid w:val="00B06142"/>
    <w:rsid w:val="00B135B1"/>
    <w:rsid w:val="00B2396D"/>
    <w:rsid w:val="00B31094"/>
    <w:rsid w:val="00B3130B"/>
    <w:rsid w:val="00B40ADB"/>
    <w:rsid w:val="00B43B77"/>
    <w:rsid w:val="00B43E80"/>
    <w:rsid w:val="00B607DB"/>
    <w:rsid w:val="00B66529"/>
    <w:rsid w:val="00B75946"/>
    <w:rsid w:val="00B8056E"/>
    <w:rsid w:val="00B805A6"/>
    <w:rsid w:val="00B819C8"/>
    <w:rsid w:val="00B82308"/>
    <w:rsid w:val="00B90885"/>
    <w:rsid w:val="00BB520A"/>
    <w:rsid w:val="00BC7536"/>
    <w:rsid w:val="00BD3869"/>
    <w:rsid w:val="00BD66E9"/>
    <w:rsid w:val="00BD6FF4"/>
    <w:rsid w:val="00BF2C41"/>
    <w:rsid w:val="00BF2FC0"/>
    <w:rsid w:val="00C058B4"/>
    <w:rsid w:val="00C05F44"/>
    <w:rsid w:val="00C131B5"/>
    <w:rsid w:val="00C16ABF"/>
    <w:rsid w:val="00C170AE"/>
    <w:rsid w:val="00C26CB7"/>
    <w:rsid w:val="00C26EB1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67E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DD9"/>
    <w:rsid w:val="00D37BDC"/>
    <w:rsid w:val="00D425B2"/>
    <w:rsid w:val="00D428D6"/>
    <w:rsid w:val="00D552B2"/>
    <w:rsid w:val="00D56CA5"/>
    <w:rsid w:val="00D608D1"/>
    <w:rsid w:val="00D74119"/>
    <w:rsid w:val="00D8075B"/>
    <w:rsid w:val="00D8678B"/>
    <w:rsid w:val="00DA2114"/>
    <w:rsid w:val="00DA760C"/>
    <w:rsid w:val="00DB3025"/>
    <w:rsid w:val="00DE09C0"/>
    <w:rsid w:val="00DE3948"/>
    <w:rsid w:val="00DE4A14"/>
    <w:rsid w:val="00DF0681"/>
    <w:rsid w:val="00DF320D"/>
    <w:rsid w:val="00DF3CED"/>
    <w:rsid w:val="00DF5115"/>
    <w:rsid w:val="00DF71C8"/>
    <w:rsid w:val="00E129B8"/>
    <w:rsid w:val="00E21E7D"/>
    <w:rsid w:val="00E22FBC"/>
    <w:rsid w:val="00E24BF5"/>
    <w:rsid w:val="00E25338"/>
    <w:rsid w:val="00E279B0"/>
    <w:rsid w:val="00E51E44"/>
    <w:rsid w:val="00E63348"/>
    <w:rsid w:val="00E72B2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9AA"/>
    <w:rsid w:val="00EE32DE"/>
    <w:rsid w:val="00EE48B0"/>
    <w:rsid w:val="00EE5457"/>
    <w:rsid w:val="00F0092B"/>
    <w:rsid w:val="00F070AB"/>
    <w:rsid w:val="00F16CF3"/>
    <w:rsid w:val="00F17567"/>
    <w:rsid w:val="00F27A7B"/>
    <w:rsid w:val="00F526AF"/>
    <w:rsid w:val="00F617C3"/>
    <w:rsid w:val="00F7066B"/>
    <w:rsid w:val="00F83B28"/>
    <w:rsid w:val="00FA46E5"/>
    <w:rsid w:val="00FB1B25"/>
    <w:rsid w:val="00FB6AA3"/>
    <w:rsid w:val="00FB7DBA"/>
    <w:rsid w:val="00FC1C25"/>
    <w:rsid w:val="00FC3F45"/>
    <w:rsid w:val="00FD503F"/>
    <w:rsid w:val="00FD7589"/>
    <w:rsid w:val="00FF016A"/>
    <w:rsid w:val="00FF1401"/>
    <w:rsid w:val="00FF51F9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22B4E-5385-425C-9E1E-15216D9B6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1398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2019-12-06T08:05:00Z</cp:lastPrinted>
  <dcterms:created xsi:type="dcterms:W3CDTF">2019-11-20T17:01:00Z</dcterms:created>
  <dcterms:modified xsi:type="dcterms:W3CDTF">2021-01-14T11:42:00Z</dcterms:modified>
</cp:coreProperties>
</file>